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A53" w:rsidRDefault="00F9001E">
      <w:pPr>
        <w:pStyle w:val="Title"/>
      </w:pPr>
      <w:r>
        <w:t>Permission Form</w:t>
      </w:r>
    </w:p>
    <w:p w:rsidR="00994A53" w:rsidRDefault="00994A53">
      <w:pPr>
        <w:jc w:val="center"/>
      </w:pPr>
    </w:p>
    <w:p w:rsidR="00994A53" w:rsidRDefault="00994A53"/>
    <w:p w:rsidR="00994A53" w:rsidRDefault="00F9001E">
      <w:r>
        <w:t>Dear Parent or Guardian,</w:t>
      </w:r>
    </w:p>
    <w:p w:rsidR="00994A53" w:rsidRDefault="000F0A73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4A53" w:rsidRDefault="00994A53"/>
    <w:p w:rsidR="00994A53" w:rsidRDefault="00F9001E">
      <w:r>
        <w:t>Field Trip Information:</w:t>
      </w:r>
    </w:p>
    <w:p w:rsidR="000F0A73" w:rsidRDefault="000F0A73"/>
    <w:p w:rsidR="000F0A73" w:rsidRDefault="000F0A73">
      <w:r>
        <w:t>Objective</w:t>
      </w:r>
      <w:proofErr w:type="gramStart"/>
      <w:r>
        <w:t>:_</w:t>
      </w:r>
      <w:proofErr w:type="gramEnd"/>
      <w:r>
        <w:t>__________________________________________________________________________</w:t>
      </w:r>
    </w:p>
    <w:p w:rsidR="00994A53" w:rsidRDefault="00994A53"/>
    <w:p w:rsidR="00994A53" w:rsidRDefault="00F9001E">
      <w:r>
        <w:t>Date: ______________________________________________________________________________</w:t>
      </w:r>
    </w:p>
    <w:p w:rsidR="00994A53" w:rsidRDefault="00994A53"/>
    <w:p w:rsidR="00994A53" w:rsidRDefault="000F0A73">
      <w:r>
        <w:t>Place</w:t>
      </w:r>
      <w:r w:rsidR="00F9001E">
        <w:t>: ___________________________________________________________________________</w:t>
      </w:r>
      <w:r>
        <w:t>__</w:t>
      </w:r>
    </w:p>
    <w:p w:rsidR="00994A53" w:rsidRDefault="00994A53"/>
    <w:p w:rsidR="00994A53" w:rsidRDefault="00F9001E">
      <w:r>
        <w:t>Purpose: ___________________________________________________________________________</w:t>
      </w:r>
    </w:p>
    <w:p w:rsidR="00994A53" w:rsidRDefault="00994A53"/>
    <w:p w:rsidR="00994A53" w:rsidRDefault="00F9001E">
      <w:r>
        <w:t>Cost: ______________________________________________________________________________</w:t>
      </w:r>
    </w:p>
    <w:p w:rsidR="00994A53" w:rsidRDefault="00F9001E">
      <w:r>
        <w:tab/>
      </w:r>
      <w:r>
        <w:tab/>
      </w:r>
    </w:p>
    <w:p w:rsidR="00994A53" w:rsidRDefault="000F0A73">
      <w:r>
        <w:t>Payment</w:t>
      </w:r>
      <w:r w:rsidR="00F9001E">
        <w:t>: _____________________________________________________________</w:t>
      </w:r>
      <w:r>
        <w:t>_____________</w:t>
      </w:r>
    </w:p>
    <w:p w:rsidR="00994A53" w:rsidRDefault="00994A53"/>
    <w:p w:rsidR="00994A53" w:rsidRDefault="000F0A73">
      <w:r>
        <w:t>Route</w:t>
      </w:r>
      <w:r w:rsidR="00F9001E">
        <w:t>: ______________________________________________________________</w:t>
      </w:r>
      <w:r>
        <w:t>_______________</w:t>
      </w:r>
    </w:p>
    <w:p w:rsidR="00994A53" w:rsidRDefault="00994A53"/>
    <w:p w:rsidR="00994A53" w:rsidRDefault="00F9001E">
      <w:r>
        <w:t>Leave school: __________________________ Arrive back at school: ___________________________</w:t>
      </w:r>
    </w:p>
    <w:p w:rsidR="00994A53" w:rsidRDefault="00994A53"/>
    <w:p w:rsidR="00994A53" w:rsidRDefault="000F0A73">
      <w:r>
        <w:t>Recommendation</w:t>
      </w:r>
      <w:r w:rsidR="00F9001E">
        <w:t>: __________________________________________________________________</w:t>
      </w:r>
      <w:r>
        <w:t>_</w:t>
      </w:r>
    </w:p>
    <w:p w:rsidR="00994A53" w:rsidRDefault="00994A53"/>
    <w:p w:rsidR="00994A53" w:rsidRDefault="00F9001E">
      <w:r>
        <w:t>__________________________________________________________________________________</w:t>
      </w:r>
    </w:p>
    <w:p w:rsidR="00994A53" w:rsidRDefault="00994A53"/>
    <w:p w:rsidR="00994A53" w:rsidRDefault="00994A53"/>
    <w:p w:rsidR="00994A53" w:rsidRPr="000F0A73" w:rsidRDefault="00F9001E">
      <w:pPr>
        <w:jc w:val="center"/>
        <w:rPr>
          <w:iCs/>
          <w:sz w:val="16"/>
          <w:szCs w:val="16"/>
        </w:rPr>
      </w:pPr>
      <w:r w:rsidRPr="000F0A73">
        <w:rPr>
          <w:iCs/>
          <w:sz w:val="16"/>
          <w:szCs w:val="16"/>
        </w:rPr>
        <w:t>Save this part of the form for future reference.</w:t>
      </w:r>
    </w:p>
    <w:p w:rsidR="00994A53" w:rsidRDefault="00994A53">
      <w:pPr>
        <w:jc w:val="center"/>
        <w:rPr>
          <w:i/>
          <w:iCs/>
          <w:sz w:val="16"/>
          <w:szCs w:val="16"/>
        </w:rPr>
      </w:pPr>
    </w:p>
    <w:p w:rsidR="00994A53" w:rsidRDefault="00994A53">
      <w:pPr>
        <w:jc w:val="center"/>
      </w:pPr>
    </w:p>
    <w:p w:rsidR="00994A53" w:rsidRDefault="000F0A73">
      <w:r>
        <w:tab/>
      </w:r>
      <w:r w:rsidR="00F9001E">
        <w:t xml:space="preserve">------------------------------------------------------------------------------------------------------------------- </w:t>
      </w:r>
    </w:p>
    <w:p w:rsidR="00994A53" w:rsidRDefault="00994A53"/>
    <w:p w:rsidR="00994A53" w:rsidRDefault="00994A53">
      <w:pPr>
        <w:jc w:val="center"/>
      </w:pPr>
    </w:p>
    <w:p w:rsidR="00994A53" w:rsidRDefault="00994A53"/>
    <w:p w:rsidR="00994A53" w:rsidRDefault="00994A53"/>
    <w:p w:rsidR="00994A53" w:rsidRDefault="00F9001E">
      <w:r>
        <w:t xml:space="preserve">_____________________________________________________ has permission to attend a field trip to </w:t>
      </w:r>
    </w:p>
    <w:p w:rsidR="00994A53" w:rsidRDefault="00994A53"/>
    <w:p w:rsidR="00994A53" w:rsidRDefault="00F9001E">
      <w:r>
        <w:t xml:space="preserve">_________________________________________ </w:t>
      </w:r>
      <w:proofErr w:type="gramStart"/>
      <w:r>
        <w:t>on</w:t>
      </w:r>
      <w:proofErr w:type="gramEnd"/>
      <w:r>
        <w:t xml:space="preserve"> ____________________________________ from </w:t>
      </w:r>
    </w:p>
    <w:p w:rsidR="00994A53" w:rsidRDefault="00994A53"/>
    <w:p w:rsidR="00994A53" w:rsidRDefault="00F9001E">
      <w:r>
        <w:t xml:space="preserve">_________________________________________ </w:t>
      </w:r>
      <w:proofErr w:type="gramStart"/>
      <w:r>
        <w:t>to</w:t>
      </w:r>
      <w:proofErr w:type="gramEnd"/>
      <w:r>
        <w:t xml:space="preserve"> ________________________________________.</w:t>
      </w:r>
    </w:p>
    <w:p w:rsidR="00994A53" w:rsidRDefault="00994A53"/>
    <w:p w:rsidR="00994A53" w:rsidRDefault="00F9001E">
      <w:r>
        <w:t>Enclosed, please find cash/check in the amount of _____________________ to cover the cost of the trip.</w:t>
      </w:r>
    </w:p>
    <w:p w:rsidR="00994A53" w:rsidRDefault="00994A53"/>
    <w:p w:rsidR="00994A53" w:rsidRDefault="00F9001E">
      <w:r>
        <w:t>I give my permission for ________________________________________ to receive emergency medical</w:t>
      </w:r>
    </w:p>
    <w:p w:rsidR="00994A53" w:rsidRDefault="00994A53"/>
    <w:p w:rsidR="00994A53" w:rsidRDefault="00F9001E">
      <w:proofErr w:type="gramStart"/>
      <w:r>
        <w:t>treatment</w:t>
      </w:r>
      <w:proofErr w:type="gramEnd"/>
      <w:r>
        <w:t>. In an emergency, please contact:</w:t>
      </w:r>
    </w:p>
    <w:p w:rsidR="00994A53" w:rsidRDefault="00994A53"/>
    <w:p w:rsidR="00994A53" w:rsidRDefault="00F9001E">
      <w:r>
        <w:t>Name: _________________________________________ Phone: ______________________________</w:t>
      </w:r>
    </w:p>
    <w:p w:rsidR="00994A53" w:rsidRDefault="00994A53"/>
    <w:p w:rsidR="00994A53" w:rsidRDefault="00994A53"/>
    <w:p w:rsidR="00994A53" w:rsidRDefault="00F9001E">
      <w:r>
        <w:t>Parent/Guardian Signature: ___________________________________ Date: _____________________</w:t>
      </w:r>
    </w:p>
    <w:p w:rsidR="00994A53" w:rsidRDefault="00994A53"/>
    <w:p w:rsidR="00994A53" w:rsidRDefault="00994A53"/>
    <w:p w:rsidR="00994A53" w:rsidRDefault="00994A53">
      <w:bookmarkStart w:id="0" w:name="_GoBack"/>
      <w:bookmarkEnd w:id="0"/>
    </w:p>
    <w:sectPr w:rsidR="00994A53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229"/>
    <w:rsid w:val="000F0A73"/>
    <w:rsid w:val="001614DB"/>
    <w:rsid w:val="00741229"/>
    <w:rsid w:val="00994A53"/>
    <w:rsid w:val="00F9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  <w:rPr>
      <w:rFonts w:ascii="Arial" w:hAnsi="Arial" w:cs="Arial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  <w:rPr>
      <w:rFonts w:ascii="Arial" w:hAnsi="Arial" w:cs="Arial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Conference Notice and Questionnaire</vt:lpstr>
    </vt:vector>
  </TitlesOfParts>
  <Company>edmin.com</Company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Conference Notice and Questionnaire</dc:title>
  <dc:creator>pestrada</dc:creator>
  <cp:lastModifiedBy>user</cp:lastModifiedBy>
  <cp:revision>4</cp:revision>
  <dcterms:created xsi:type="dcterms:W3CDTF">2015-10-29T12:56:00Z</dcterms:created>
  <dcterms:modified xsi:type="dcterms:W3CDTF">2015-10-29T16:13:00Z</dcterms:modified>
</cp:coreProperties>
</file>