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alias w:val="Enter title:"/>
        <w:tag w:val="Enter title:"/>
        <w:id w:val="-689828564"/>
        <w:placeholder>
          <w:docPart w:val="0CFC2D891BB74D2289AD93ECC8280BD7"/>
        </w:placeholder>
        <w:temporary/>
        <w:showingPlcHdr/>
        <w15:appearance w15:val="hidden"/>
      </w:sdtPr>
      <w:sdtEndPr/>
      <w:sdtContent>
        <w:p w14:paraId="03680934" w14:textId="77777777" w:rsidR="00341DA5" w:rsidRPr="00341DA5" w:rsidRDefault="00341DA5" w:rsidP="006B4BBC">
          <w:pPr>
            <w:pStyle w:val="Title"/>
          </w:pPr>
          <w:r w:rsidRPr="00341DA5">
            <w:t>Team Contact List. Double-Click “Your Team’s sports club” in the header to add your team’s name</w:t>
          </w:r>
        </w:p>
      </w:sdtContent>
    </w:sdt>
    <w:tbl>
      <w:tblPr>
        <w:tblStyle w:val="ContactList"/>
        <w:tblW w:w="5000" w:type="pct"/>
        <w:tblLayout w:type="fixed"/>
        <w:tblCellMar>
          <w:left w:w="144" w:type="dxa"/>
          <w:right w:w="58" w:type="dxa"/>
        </w:tblCellMar>
        <w:tblLook w:val="04A0" w:firstRow="1" w:lastRow="0" w:firstColumn="1" w:lastColumn="0" w:noHBand="0" w:noVBand="1"/>
        <w:tblDescription w:val="Players contact information table"/>
      </w:tblPr>
      <w:tblGrid>
        <w:gridCol w:w="2808"/>
        <w:gridCol w:w="2808"/>
        <w:gridCol w:w="2282"/>
        <w:gridCol w:w="2282"/>
        <w:gridCol w:w="3788"/>
      </w:tblGrid>
      <w:tr w:rsidR="00341DA5" w14:paraId="649F9D95" w14:textId="77777777" w:rsidTr="006E3D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sdt>
          <w:sdtPr>
            <w:alias w:val="Player name:"/>
            <w:tag w:val="Player name:"/>
            <w:id w:val="1319152910"/>
            <w:placeholder>
              <w:docPart w:val="ACE5FC94CABE4E1EA74874658E0A03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4935CD55" w14:textId="77777777" w:rsidR="00341DA5" w:rsidRDefault="00341DA5" w:rsidP="00341DA5">
                <w:r>
                  <w:t>player name</w:t>
                </w:r>
              </w:p>
            </w:tc>
          </w:sdtContent>
        </w:sdt>
        <w:sdt>
          <w:sdtPr>
            <w:alias w:val="Guardian name:"/>
            <w:tag w:val="Guardian name:"/>
            <w:id w:val="1844431671"/>
            <w:placeholder>
              <w:docPart w:val="02529147A3104497A96A33F3FC63FC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30130D9F" w14:textId="77777777" w:rsidR="00341DA5" w:rsidRDefault="00341DA5" w:rsidP="00341DA5">
                <w:r>
                  <w:t>guardian Name</w:t>
                </w:r>
              </w:p>
            </w:tc>
          </w:sdtContent>
        </w:sdt>
        <w:sdt>
          <w:sdtPr>
            <w:alias w:val="Residence phone:"/>
            <w:tag w:val="Residence phone:"/>
            <w:id w:val="422299582"/>
            <w:placeholder>
              <w:docPart w:val="183B1605E59F4DFB8B40C6856FB480E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5FE5B22" w14:textId="77777777" w:rsidR="00341DA5" w:rsidRDefault="00341DA5" w:rsidP="00341DA5">
                <w:r>
                  <w:t>phone (home)</w:t>
                </w:r>
              </w:p>
            </w:tc>
          </w:sdtContent>
        </w:sdt>
        <w:sdt>
          <w:sdtPr>
            <w:alias w:val="Cell phone:"/>
            <w:tag w:val="Cell phone:"/>
            <w:id w:val="-669488117"/>
            <w:placeholder>
              <w:docPart w:val="4C575B665FCC40D5817315669BB8862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9FB2767" w14:textId="77777777" w:rsidR="00341DA5" w:rsidRDefault="00341DA5" w:rsidP="00341DA5">
                <w:r>
                  <w:t>Phone (cell)</w:t>
                </w:r>
              </w:p>
            </w:tc>
          </w:sdtContent>
        </w:sdt>
        <w:sdt>
          <w:sdtPr>
            <w:alias w:val="Email:"/>
            <w:tag w:val="Email:"/>
            <w:id w:val="-8142571"/>
            <w:placeholder>
              <w:docPart w:val="375F995B104B4FC2A103C6D27FD3D58F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63238484" w14:textId="77777777" w:rsidR="00341DA5" w:rsidRDefault="00341DA5" w:rsidP="00341DA5">
                <w:r>
                  <w:t>email</w:t>
                </w:r>
              </w:p>
            </w:tc>
          </w:sdtContent>
        </w:sdt>
      </w:tr>
      <w:tr w:rsidR="00341DA5" w14:paraId="4002A922" w14:textId="77777777" w:rsidTr="006E3D10">
        <w:sdt>
          <w:sdtPr>
            <w:alias w:val="Enter player name 1:"/>
            <w:tag w:val="Enter player name 1:"/>
            <w:id w:val="-1849012187"/>
            <w:placeholder>
              <w:docPart w:val="3D06B284A02C425B9F903CD7356BC8C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5A6D50F7" w14:textId="77777777" w:rsidR="00341DA5" w:rsidRDefault="00341DA5" w:rsidP="00341DA5">
                <w:r w:rsidRPr="006E772E">
                  <w:t>Player Name</w:t>
                </w:r>
                <w:r>
                  <w:t xml:space="preserve"> 1</w:t>
                </w:r>
              </w:p>
            </w:tc>
          </w:sdtContent>
        </w:sdt>
        <w:sdt>
          <w:sdtPr>
            <w:alias w:val="Enter guardian name 1:"/>
            <w:tag w:val="Enter guardian name 1:"/>
            <w:id w:val="2073996731"/>
            <w:placeholder>
              <w:docPart w:val="6EF99A35AA704F76A04E4B8DA5604D66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2EC80CE4" w14:textId="77777777" w:rsidR="00341DA5" w:rsidRDefault="00341DA5" w:rsidP="00341DA5">
                <w:r>
                  <w:t>Guardian Name 1</w:t>
                </w:r>
              </w:p>
            </w:tc>
          </w:sdtContent>
        </w:sdt>
        <w:sdt>
          <w:sdtPr>
            <w:alias w:val="Enter residence phone 1:"/>
            <w:tag w:val="Enter residence phone 1:"/>
            <w:id w:val="608634072"/>
            <w:placeholder>
              <w:docPart w:val="A02DE71882FA406E811AC2CEC6C6442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4BA355A7" w14:textId="77777777" w:rsidR="00341DA5" w:rsidRDefault="00341DA5" w:rsidP="00341DA5">
                <w:r w:rsidRPr="00024231">
                  <w:t>Phone (Home) 1</w:t>
                </w:r>
              </w:p>
            </w:tc>
          </w:sdtContent>
        </w:sdt>
        <w:sdt>
          <w:sdtPr>
            <w:alias w:val="Enter cell phone 1:"/>
            <w:tag w:val="Enter cell phone 1:"/>
            <w:id w:val="538254258"/>
            <w:placeholder>
              <w:docPart w:val="C47FB93ACF5148A183BAD8A2A82D1CD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5419C4CE" w14:textId="77777777" w:rsidR="00341DA5" w:rsidRDefault="00341DA5" w:rsidP="00341DA5">
                <w:r w:rsidRPr="00024231">
                  <w:t>Phone</w:t>
                </w:r>
                <w:r>
                  <w:t xml:space="preserve"> (Cell)</w:t>
                </w:r>
                <w:r w:rsidRPr="00024231">
                  <w:t xml:space="preserve"> 1</w:t>
                </w:r>
              </w:p>
            </w:tc>
          </w:sdtContent>
        </w:sdt>
        <w:sdt>
          <w:sdtPr>
            <w:alias w:val="Enter email 1:"/>
            <w:tag w:val="Enter email 1:"/>
            <w:id w:val="411443234"/>
            <w:placeholder>
              <w:docPart w:val="F5EC66C754FC4885877DF64AF7B0BC25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7B9FE434" w14:textId="77777777" w:rsidR="00341DA5" w:rsidRDefault="00341DA5" w:rsidP="00341DA5">
                <w:r>
                  <w:t xml:space="preserve">Email </w:t>
                </w:r>
                <w:r w:rsidRPr="00024231">
                  <w:t>1</w:t>
                </w:r>
              </w:p>
            </w:tc>
          </w:sdtContent>
        </w:sdt>
      </w:tr>
      <w:tr w:rsidR="00341DA5" w14:paraId="78595315" w14:textId="77777777" w:rsidTr="006E3D10">
        <w:sdt>
          <w:sdtPr>
            <w:alias w:val="Enter player name 2:"/>
            <w:tag w:val="Enter player name 2:"/>
            <w:id w:val="707612970"/>
            <w:placeholder>
              <w:docPart w:val="C24AAF549D5B431D838736522896C59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411F5C23" w14:textId="77777777" w:rsidR="00341DA5" w:rsidRDefault="00341DA5" w:rsidP="00341DA5">
                <w:r w:rsidRPr="000532E6">
                  <w:t>Player Name</w:t>
                </w:r>
                <w:r>
                  <w:t xml:space="preserve"> 2</w:t>
                </w:r>
              </w:p>
            </w:tc>
          </w:sdtContent>
        </w:sdt>
        <w:sdt>
          <w:sdtPr>
            <w:alias w:val="Enter guardian name 2:"/>
            <w:tag w:val="Enter guardian name 2:"/>
            <w:id w:val="640850149"/>
            <w:placeholder>
              <w:docPart w:val="8581A1925B0F4EF082EFFA07F4D1A0B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6B1E7BEF" w14:textId="77777777" w:rsidR="00341DA5" w:rsidRDefault="00341DA5" w:rsidP="00341DA5">
                <w:r>
                  <w:t>Guardian Name 2</w:t>
                </w:r>
              </w:p>
            </w:tc>
          </w:sdtContent>
        </w:sdt>
        <w:sdt>
          <w:sdtPr>
            <w:alias w:val="Enter residence phone 2:"/>
            <w:tag w:val="Enter residence phone 2:"/>
            <w:id w:val="-134566185"/>
            <w:placeholder>
              <w:docPart w:val="1B92AE92BAF54EA88C4FF17F1FF8D13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0B857C22" w14:textId="77777777" w:rsidR="00341DA5" w:rsidRDefault="00341DA5" w:rsidP="00341DA5">
                <w:r>
                  <w:t>Phone (Home) 2</w:t>
                </w:r>
              </w:p>
            </w:tc>
          </w:sdtContent>
        </w:sdt>
        <w:sdt>
          <w:sdtPr>
            <w:alias w:val="Enter cell phone 2:"/>
            <w:tag w:val="Enter cell phone 2:"/>
            <w:id w:val="745839409"/>
            <w:placeholder>
              <w:docPart w:val="8B861A31FB8E46B2A5CAFFA8929CBC7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1AF7E504" w14:textId="77777777" w:rsidR="00341DA5" w:rsidRDefault="00341DA5" w:rsidP="00341DA5">
                <w:r>
                  <w:t>Phone (Cell) 2</w:t>
                </w:r>
              </w:p>
            </w:tc>
          </w:sdtContent>
        </w:sdt>
        <w:sdt>
          <w:sdtPr>
            <w:alias w:val="Enter email 2:"/>
            <w:tag w:val="Enter email 2:"/>
            <w:id w:val="-1582441113"/>
            <w:placeholder>
              <w:docPart w:val="BA886EC0D35C4CC8BEA8F83B44DCBBE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33199AED" w14:textId="77777777" w:rsidR="00341DA5" w:rsidRDefault="00341DA5" w:rsidP="00341DA5">
                <w:r>
                  <w:t>Email 2</w:t>
                </w:r>
              </w:p>
            </w:tc>
          </w:sdtContent>
        </w:sdt>
      </w:tr>
      <w:tr w:rsidR="00341DA5" w14:paraId="76965D2B" w14:textId="77777777" w:rsidTr="006E3D10">
        <w:sdt>
          <w:sdtPr>
            <w:alias w:val="Enter player name 3:"/>
            <w:tag w:val="Enter player name 3:"/>
            <w:id w:val="949588520"/>
            <w:placeholder>
              <w:docPart w:val="43333EBFD2A54BC8B0BDA4A90A81CC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15D5366E" w14:textId="77777777" w:rsidR="00341DA5" w:rsidRDefault="00341DA5" w:rsidP="00341DA5">
                <w:r w:rsidRPr="000532E6">
                  <w:t>Player Name</w:t>
                </w:r>
                <w:r>
                  <w:t xml:space="preserve"> 3</w:t>
                </w:r>
              </w:p>
            </w:tc>
          </w:sdtContent>
        </w:sdt>
        <w:sdt>
          <w:sdtPr>
            <w:alias w:val="Enter guardian name 3:"/>
            <w:tag w:val="Enter guardian name 3:"/>
            <w:id w:val="1516652214"/>
            <w:placeholder>
              <w:docPart w:val="49D27ED25427437EBEF55CF69EE8852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2F95DFB8" w14:textId="77777777" w:rsidR="00341DA5" w:rsidRDefault="00341DA5" w:rsidP="00341DA5">
                <w:r>
                  <w:t>Guardian Name 3</w:t>
                </w:r>
              </w:p>
            </w:tc>
          </w:sdtContent>
        </w:sdt>
        <w:sdt>
          <w:sdtPr>
            <w:alias w:val="Enter residence phone 3:"/>
            <w:tag w:val="Enter residence phone 3:"/>
            <w:id w:val="704603671"/>
            <w:placeholder>
              <w:docPart w:val="AC39D97964BE43E89D2BA18986817EE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3B473CE" w14:textId="77777777" w:rsidR="00341DA5" w:rsidRDefault="00341DA5" w:rsidP="00341DA5">
                <w:r>
                  <w:t>Phone (Home) 3</w:t>
                </w:r>
              </w:p>
            </w:tc>
          </w:sdtContent>
        </w:sdt>
        <w:sdt>
          <w:sdtPr>
            <w:alias w:val="Enter cell phone 3:"/>
            <w:tag w:val="Enter cell phone 3:"/>
            <w:id w:val="-397437507"/>
            <w:placeholder>
              <w:docPart w:val="01C9A59F73754C8C922F130044BB1E7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5CCB7722" w14:textId="77777777" w:rsidR="00341DA5" w:rsidRDefault="00341DA5" w:rsidP="00341DA5">
                <w:r>
                  <w:t>Phone (Cell) 3</w:t>
                </w:r>
              </w:p>
            </w:tc>
          </w:sdtContent>
        </w:sdt>
        <w:sdt>
          <w:sdtPr>
            <w:alias w:val="Enter email 3:"/>
            <w:tag w:val="Enter email 3:"/>
            <w:id w:val="-2088450371"/>
            <w:placeholder>
              <w:docPart w:val="04AC51E497AA4A58AFF0C2E8B35AC6DC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04A63044" w14:textId="77777777" w:rsidR="00341DA5" w:rsidRDefault="00341DA5" w:rsidP="00341DA5">
                <w:r>
                  <w:t>Email 3</w:t>
                </w:r>
              </w:p>
            </w:tc>
          </w:sdtContent>
        </w:sdt>
      </w:tr>
      <w:tr w:rsidR="00341DA5" w14:paraId="6FDDAB48" w14:textId="77777777" w:rsidTr="006E3D10">
        <w:sdt>
          <w:sdtPr>
            <w:alias w:val="Enter player name 4:"/>
            <w:tag w:val="Enter player name 4:"/>
            <w:id w:val="1797250127"/>
            <w:placeholder>
              <w:docPart w:val="4BFDCC11FB3B4E4681607F9ED701D03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1812ADE" w14:textId="77777777" w:rsidR="00341DA5" w:rsidRDefault="00341DA5" w:rsidP="00341DA5">
                <w:r w:rsidRPr="000532E6">
                  <w:t>Player Name</w:t>
                </w:r>
                <w:r>
                  <w:t xml:space="preserve"> 4</w:t>
                </w:r>
              </w:p>
            </w:tc>
          </w:sdtContent>
        </w:sdt>
        <w:sdt>
          <w:sdtPr>
            <w:alias w:val="Enter guardian name 4:"/>
            <w:tag w:val="Enter guardian name 4:"/>
            <w:id w:val="463853783"/>
            <w:placeholder>
              <w:docPart w:val="96780BD4B5E341858D913255FF410E9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53563E05" w14:textId="77777777" w:rsidR="00341DA5" w:rsidRDefault="00341DA5" w:rsidP="00341DA5">
                <w:r>
                  <w:t>Guardian Name 4</w:t>
                </w:r>
              </w:p>
            </w:tc>
          </w:sdtContent>
        </w:sdt>
        <w:sdt>
          <w:sdtPr>
            <w:alias w:val="Enter residence phone 4:"/>
            <w:tag w:val="Enter residence phone 4:"/>
            <w:id w:val="714085095"/>
            <w:placeholder>
              <w:docPart w:val="6FF08E31597E4ADDB6572801261C232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E962893" w14:textId="77777777" w:rsidR="00341DA5" w:rsidRDefault="00341DA5" w:rsidP="00341DA5">
                <w:r>
                  <w:t>Phone (Home) 4</w:t>
                </w:r>
              </w:p>
            </w:tc>
          </w:sdtContent>
        </w:sdt>
        <w:sdt>
          <w:sdtPr>
            <w:alias w:val="Enter cell phone 4:"/>
            <w:tag w:val="Enter cell phone 4:"/>
            <w:id w:val="-706880648"/>
            <w:placeholder>
              <w:docPart w:val="ECE4B4D26DAA49F58DDD6487748A6A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519F5DC7" w14:textId="77777777" w:rsidR="00341DA5" w:rsidRDefault="00341DA5" w:rsidP="00341DA5">
                <w:r>
                  <w:t>Phone (Cell) 4</w:t>
                </w:r>
              </w:p>
            </w:tc>
          </w:sdtContent>
        </w:sdt>
        <w:sdt>
          <w:sdtPr>
            <w:alias w:val="Enter email 4:"/>
            <w:tag w:val="Enter email 4:"/>
            <w:id w:val="-334226167"/>
            <w:placeholder>
              <w:docPart w:val="899D46A0AFCD4AC489848870EB3DE54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69DD74FB" w14:textId="77777777" w:rsidR="00341DA5" w:rsidRDefault="00341DA5" w:rsidP="00341DA5">
                <w:r>
                  <w:t>Email 4</w:t>
                </w:r>
              </w:p>
            </w:tc>
          </w:sdtContent>
        </w:sdt>
      </w:tr>
      <w:tr w:rsidR="00341DA5" w14:paraId="53C1D31A" w14:textId="77777777" w:rsidTr="006E3D10">
        <w:sdt>
          <w:sdtPr>
            <w:alias w:val="Enter player name 5:"/>
            <w:tag w:val="Enter player name 5:"/>
            <w:id w:val="1357311548"/>
            <w:placeholder>
              <w:docPart w:val="D64A391338164C2B9B990766FA637B1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2600CACA" w14:textId="77777777" w:rsidR="00341DA5" w:rsidRDefault="00341DA5" w:rsidP="00341DA5">
                <w:r w:rsidRPr="000532E6">
                  <w:t>Player Name</w:t>
                </w:r>
                <w:r>
                  <w:t xml:space="preserve"> 5</w:t>
                </w:r>
              </w:p>
            </w:tc>
          </w:sdtContent>
        </w:sdt>
        <w:sdt>
          <w:sdtPr>
            <w:alias w:val="Enter guardian name 5:"/>
            <w:tag w:val="Enter guardian name 5:"/>
            <w:id w:val="-313879099"/>
            <w:placeholder>
              <w:docPart w:val="2476862DCD924C84820101A90D9EAC6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77074F0" w14:textId="77777777" w:rsidR="00341DA5" w:rsidRDefault="00341DA5" w:rsidP="00341DA5">
                <w:r>
                  <w:t>Guardian Name 5</w:t>
                </w:r>
              </w:p>
            </w:tc>
          </w:sdtContent>
        </w:sdt>
        <w:sdt>
          <w:sdtPr>
            <w:alias w:val="Enter residence phone 5:"/>
            <w:tag w:val="Enter residence phone 5:"/>
            <w:id w:val="-1261833143"/>
            <w:placeholder>
              <w:docPart w:val="AEC6BC4A247F4A95A544447FD9053A9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0042CE98" w14:textId="77777777" w:rsidR="00341DA5" w:rsidRDefault="00341DA5" w:rsidP="00341DA5">
                <w:r>
                  <w:t>Phone (Home) 5</w:t>
                </w:r>
              </w:p>
            </w:tc>
          </w:sdtContent>
        </w:sdt>
        <w:sdt>
          <w:sdtPr>
            <w:alias w:val="Enter cell phone 5:"/>
            <w:tag w:val="Enter cell phone 5:"/>
            <w:id w:val="-1759898924"/>
            <w:placeholder>
              <w:docPart w:val="046C1358D7744707AC493041D0D398E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1DFC4190" w14:textId="77777777" w:rsidR="00341DA5" w:rsidRDefault="00341DA5" w:rsidP="00341DA5">
                <w:r>
                  <w:t>Phone (Cell) 5</w:t>
                </w:r>
              </w:p>
            </w:tc>
          </w:sdtContent>
        </w:sdt>
        <w:sdt>
          <w:sdtPr>
            <w:alias w:val="Enter email 5:"/>
            <w:tag w:val="Enter email 5:"/>
            <w:id w:val="-262916377"/>
            <w:placeholder>
              <w:docPart w:val="7AC5D8726D8A48A1AC7B7E01CEB41150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716BE875" w14:textId="77777777" w:rsidR="00341DA5" w:rsidRDefault="00341DA5" w:rsidP="00341DA5">
                <w:r>
                  <w:t>Email 5</w:t>
                </w:r>
              </w:p>
            </w:tc>
          </w:sdtContent>
        </w:sdt>
      </w:tr>
      <w:tr w:rsidR="00341DA5" w14:paraId="285AC1C6" w14:textId="77777777" w:rsidTr="006E3D10">
        <w:sdt>
          <w:sdtPr>
            <w:alias w:val="Enter player name 6:"/>
            <w:tag w:val="Enter player name 6:"/>
            <w:id w:val="493222897"/>
            <w:placeholder>
              <w:docPart w:val="056F2E5933EE498FA2688C595A070C7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4DCC7D5D" w14:textId="77777777" w:rsidR="00341DA5" w:rsidRDefault="00341DA5" w:rsidP="00341DA5">
                <w:r w:rsidRPr="000532E6">
                  <w:t>Player Name</w:t>
                </w:r>
                <w:r>
                  <w:t xml:space="preserve"> 6</w:t>
                </w:r>
              </w:p>
            </w:tc>
          </w:sdtContent>
        </w:sdt>
        <w:sdt>
          <w:sdtPr>
            <w:alias w:val="Enter guardian name 6:"/>
            <w:tag w:val="Enter guardian name 6:"/>
            <w:id w:val="-1403438562"/>
            <w:placeholder>
              <w:docPart w:val="9FD7BC3AE7BB467B86FC60BA4E0FEB1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38F2285C" w14:textId="77777777" w:rsidR="00341DA5" w:rsidRDefault="00341DA5" w:rsidP="00341DA5">
                <w:r>
                  <w:t>Guardian Name 6</w:t>
                </w:r>
              </w:p>
            </w:tc>
          </w:sdtContent>
        </w:sdt>
        <w:sdt>
          <w:sdtPr>
            <w:alias w:val="Enter residence phone 6:"/>
            <w:tag w:val="Enter residence phone 6:"/>
            <w:id w:val="-1893262851"/>
            <w:placeholder>
              <w:docPart w:val="54A0F3FC1E4B49E6AE4EEC492F6B6C4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3D032784" w14:textId="77777777" w:rsidR="00341DA5" w:rsidRDefault="00341DA5" w:rsidP="00341DA5">
                <w:r>
                  <w:t>Phone (Home) 6</w:t>
                </w:r>
              </w:p>
            </w:tc>
          </w:sdtContent>
        </w:sdt>
        <w:sdt>
          <w:sdtPr>
            <w:alias w:val="Enter cell phone 6:"/>
            <w:tag w:val="Enter cell phone 6:"/>
            <w:id w:val="1048338409"/>
            <w:placeholder>
              <w:docPart w:val="C23588208C21403A8CE14B574FF0BC7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3D0FC17A" w14:textId="77777777" w:rsidR="00341DA5" w:rsidRDefault="00341DA5" w:rsidP="00341DA5">
                <w:r>
                  <w:t>Phone (Cell) 6</w:t>
                </w:r>
              </w:p>
            </w:tc>
          </w:sdtContent>
        </w:sdt>
        <w:sdt>
          <w:sdtPr>
            <w:alias w:val="Enter email 6:"/>
            <w:tag w:val="Enter email 6:"/>
            <w:id w:val="-426197317"/>
            <w:placeholder>
              <w:docPart w:val="60C2E9EDF7604595BBADC55D64E9171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207E4CF3" w14:textId="77777777" w:rsidR="00341DA5" w:rsidRDefault="00341DA5" w:rsidP="00341DA5">
                <w:r>
                  <w:t>Email 6</w:t>
                </w:r>
              </w:p>
            </w:tc>
          </w:sdtContent>
        </w:sdt>
      </w:tr>
      <w:tr w:rsidR="00341DA5" w14:paraId="00D3B684" w14:textId="77777777" w:rsidTr="006E3D10">
        <w:sdt>
          <w:sdtPr>
            <w:alias w:val="Enter player name 7:"/>
            <w:tag w:val="Enter player name 7:"/>
            <w:id w:val="-619222601"/>
            <w:placeholder>
              <w:docPart w:val="8F793E561A83469F8B21413F0447338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3CC884F3" w14:textId="77777777" w:rsidR="00341DA5" w:rsidRDefault="00341DA5" w:rsidP="00341DA5">
                <w:r w:rsidRPr="000532E6">
                  <w:t>Player Name</w:t>
                </w:r>
                <w:r>
                  <w:t xml:space="preserve"> 7</w:t>
                </w:r>
              </w:p>
            </w:tc>
          </w:sdtContent>
        </w:sdt>
        <w:sdt>
          <w:sdtPr>
            <w:alias w:val="Enter guardian name 7:"/>
            <w:tag w:val="Enter guardian name 7:"/>
            <w:id w:val="1801877577"/>
            <w:placeholder>
              <w:docPart w:val="DB22D1BD58524651B1EB311125E8A19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73A124B5" w14:textId="77777777" w:rsidR="00341DA5" w:rsidRDefault="00341DA5" w:rsidP="00341DA5">
                <w:r>
                  <w:t>Guardian Name 7</w:t>
                </w:r>
              </w:p>
            </w:tc>
          </w:sdtContent>
        </w:sdt>
        <w:sdt>
          <w:sdtPr>
            <w:alias w:val="Enter residence phone 7:"/>
            <w:tag w:val="Enter residence phone 7:"/>
            <w:id w:val="-55941478"/>
            <w:placeholder>
              <w:docPart w:val="9E211188D9344595A1A9A72F07DE092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080A2A12" w14:textId="77777777" w:rsidR="00341DA5" w:rsidRDefault="00341DA5" w:rsidP="00341DA5">
                <w:r>
                  <w:t>Phone (Home) 7</w:t>
                </w:r>
              </w:p>
            </w:tc>
          </w:sdtContent>
        </w:sdt>
        <w:sdt>
          <w:sdtPr>
            <w:alias w:val="Enter cell phone 7:"/>
            <w:tag w:val="Enter cell phone 7:"/>
            <w:id w:val="-54701648"/>
            <w:placeholder>
              <w:docPart w:val="51D4B6571F324534991C16448839A55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08FCA0D3" w14:textId="77777777" w:rsidR="00341DA5" w:rsidRDefault="00341DA5" w:rsidP="00341DA5">
                <w:r>
                  <w:t>Phone (Cell) 7</w:t>
                </w:r>
              </w:p>
            </w:tc>
          </w:sdtContent>
        </w:sdt>
        <w:sdt>
          <w:sdtPr>
            <w:alias w:val="Enter email 7:"/>
            <w:tag w:val="Enter email 7:"/>
            <w:id w:val="1014028703"/>
            <w:placeholder>
              <w:docPart w:val="6E2327A16EAA455DB5930BA06C7AA397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5EB27F8A" w14:textId="77777777" w:rsidR="00341DA5" w:rsidRDefault="00341DA5" w:rsidP="00341DA5">
                <w:r>
                  <w:t>Email 7</w:t>
                </w:r>
              </w:p>
            </w:tc>
          </w:sdtContent>
        </w:sdt>
      </w:tr>
      <w:tr w:rsidR="00341DA5" w14:paraId="7DDD915E" w14:textId="77777777" w:rsidTr="006E3D10">
        <w:sdt>
          <w:sdtPr>
            <w:alias w:val="Enter player name 8:"/>
            <w:tag w:val="Enter player name 8:"/>
            <w:id w:val="1809966856"/>
            <w:placeholder>
              <w:docPart w:val="B07B660E5AE44D088F4388CD1C856BB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550D9036" w14:textId="77777777" w:rsidR="00341DA5" w:rsidRDefault="00341DA5" w:rsidP="00341DA5">
                <w:r w:rsidRPr="000532E6">
                  <w:t>Player Name</w:t>
                </w:r>
                <w:r>
                  <w:t xml:space="preserve"> 8</w:t>
                </w:r>
              </w:p>
            </w:tc>
          </w:sdtContent>
        </w:sdt>
        <w:sdt>
          <w:sdtPr>
            <w:alias w:val="Enter guardian name 8:"/>
            <w:tag w:val="Enter guardian name 8:"/>
            <w:id w:val="-1840840177"/>
            <w:placeholder>
              <w:docPart w:val="C3863CAD46B4483A8FAFF64FEA9B610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462528C" w14:textId="77777777" w:rsidR="00341DA5" w:rsidRDefault="00341DA5" w:rsidP="00341DA5">
                <w:r>
                  <w:t>Guardian Name 8</w:t>
                </w:r>
              </w:p>
            </w:tc>
          </w:sdtContent>
        </w:sdt>
        <w:sdt>
          <w:sdtPr>
            <w:alias w:val="Enter residence phone 8:"/>
            <w:tag w:val="Enter residence phone 8:"/>
            <w:id w:val="531542924"/>
            <w:placeholder>
              <w:docPart w:val="E7E7F3580107400B909E42F7F6DCE0A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4B056527" w14:textId="77777777" w:rsidR="00341DA5" w:rsidRDefault="00341DA5" w:rsidP="00341DA5">
                <w:r>
                  <w:t>Phone (Home) 8</w:t>
                </w:r>
              </w:p>
            </w:tc>
          </w:sdtContent>
        </w:sdt>
        <w:sdt>
          <w:sdtPr>
            <w:alias w:val="Enter cell phone 8:"/>
            <w:tag w:val="Enter cell phone 8:"/>
            <w:id w:val="-371619299"/>
            <w:placeholder>
              <w:docPart w:val="B7B2BEC4B6D24770ABF4AAC0F1945AC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9066E06" w14:textId="77777777" w:rsidR="00341DA5" w:rsidRDefault="00341DA5" w:rsidP="00341DA5">
                <w:r>
                  <w:t>Phone (Cell) 8</w:t>
                </w:r>
              </w:p>
            </w:tc>
          </w:sdtContent>
        </w:sdt>
        <w:sdt>
          <w:sdtPr>
            <w:alias w:val="Enter email 8:"/>
            <w:tag w:val="Enter email 8:"/>
            <w:id w:val="1024602304"/>
            <w:placeholder>
              <w:docPart w:val="1610C599AD0A4EE6827DFC99B80A21A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76B7A262" w14:textId="77777777" w:rsidR="00341DA5" w:rsidRDefault="00341DA5" w:rsidP="00341DA5">
                <w:r>
                  <w:t>Email 8</w:t>
                </w:r>
              </w:p>
            </w:tc>
          </w:sdtContent>
        </w:sdt>
      </w:tr>
      <w:tr w:rsidR="00341DA5" w14:paraId="4C438455" w14:textId="77777777" w:rsidTr="006E3D10">
        <w:sdt>
          <w:sdtPr>
            <w:alias w:val="Enter player name 9:"/>
            <w:tag w:val="Enter player name 9:"/>
            <w:id w:val="2099137049"/>
            <w:placeholder>
              <w:docPart w:val="7C9A85BAC8474471AE1C94FE4086A6B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381EC872" w14:textId="77777777" w:rsidR="00341DA5" w:rsidRDefault="00341DA5" w:rsidP="00341DA5">
                <w:r w:rsidRPr="000532E6">
                  <w:t>Player Name</w:t>
                </w:r>
                <w:r>
                  <w:t xml:space="preserve"> 9</w:t>
                </w:r>
              </w:p>
            </w:tc>
          </w:sdtContent>
        </w:sdt>
        <w:sdt>
          <w:sdtPr>
            <w:alias w:val="Enter guardian name 9:"/>
            <w:tag w:val="Enter guardian name 9:"/>
            <w:id w:val="-1869279144"/>
            <w:placeholder>
              <w:docPart w:val="640E4EBCFE1E4C06BFF9C4B30FD659F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FFC9CA7" w14:textId="77777777" w:rsidR="00341DA5" w:rsidRDefault="00341DA5" w:rsidP="00341DA5">
                <w:r>
                  <w:t>Guardian Name 9</w:t>
                </w:r>
              </w:p>
            </w:tc>
          </w:sdtContent>
        </w:sdt>
        <w:sdt>
          <w:sdtPr>
            <w:alias w:val="Enter residence phone 9:"/>
            <w:tag w:val="Enter residence phone 9:"/>
            <w:id w:val="1407568827"/>
            <w:placeholder>
              <w:docPart w:val="077098B75D3C42D2A6FA615DD364B3E5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91260F9" w14:textId="77777777" w:rsidR="00341DA5" w:rsidRDefault="00341DA5" w:rsidP="00341DA5">
                <w:r>
                  <w:t>Phone (Home) 9</w:t>
                </w:r>
              </w:p>
            </w:tc>
          </w:sdtContent>
        </w:sdt>
        <w:sdt>
          <w:sdtPr>
            <w:alias w:val="Enter cell phone 9:"/>
            <w:tag w:val="Enter cell phone 9:"/>
            <w:id w:val="-355739250"/>
            <w:placeholder>
              <w:docPart w:val="9475C21F22F9407E91DAB7C67C48CE4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011F140A" w14:textId="77777777" w:rsidR="00341DA5" w:rsidRDefault="00341DA5" w:rsidP="00341DA5">
                <w:r>
                  <w:t>Phone (Cell) 9</w:t>
                </w:r>
              </w:p>
            </w:tc>
          </w:sdtContent>
        </w:sdt>
        <w:sdt>
          <w:sdtPr>
            <w:alias w:val="Enter email 9:"/>
            <w:tag w:val="Enter email 9:"/>
            <w:id w:val="-1739012155"/>
            <w:placeholder>
              <w:docPart w:val="CF7CB8DDFB3D4E1DBE926177741096B7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20508679" w14:textId="77777777" w:rsidR="00341DA5" w:rsidRDefault="00341DA5" w:rsidP="00341DA5">
                <w:r>
                  <w:t>Email 9</w:t>
                </w:r>
              </w:p>
            </w:tc>
          </w:sdtContent>
        </w:sdt>
      </w:tr>
      <w:tr w:rsidR="00341DA5" w14:paraId="4F202C6F" w14:textId="77777777" w:rsidTr="006E3D10">
        <w:sdt>
          <w:sdtPr>
            <w:alias w:val="Enter player name 10:"/>
            <w:tag w:val="Enter player name 10:"/>
            <w:id w:val="1406718711"/>
            <w:placeholder>
              <w:docPart w:val="C098B61FC7C94AC0A11961D35CF1D93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553894F2" w14:textId="77777777" w:rsidR="00341DA5" w:rsidRDefault="00341DA5" w:rsidP="00341DA5">
                <w:r w:rsidRPr="000532E6">
                  <w:t>Player Name</w:t>
                </w:r>
                <w:r>
                  <w:t xml:space="preserve"> 10</w:t>
                </w:r>
              </w:p>
            </w:tc>
          </w:sdtContent>
        </w:sdt>
        <w:sdt>
          <w:sdtPr>
            <w:alias w:val="Enter guardian name10:"/>
            <w:tag w:val="Enter guardian name 10:"/>
            <w:id w:val="-831372813"/>
            <w:placeholder>
              <w:docPart w:val="1E5DBC2A2049432EAA4D3C6B7135E09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76B6E4D2" w14:textId="77777777" w:rsidR="00341DA5" w:rsidRDefault="00341DA5" w:rsidP="00341DA5">
                <w:r>
                  <w:t>Guardian Name 10</w:t>
                </w:r>
              </w:p>
            </w:tc>
          </w:sdtContent>
        </w:sdt>
        <w:sdt>
          <w:sdtPr>
            <w:alias w:val="Enter residence phone 10:"/>
            <w:tag w:val="Enter residence phone 10:"/>
            <w:id w:val="522052056"/>
            <w:placeholder>
              <w:docPart w:val="8A5915A1EB154149A8F692B6114224D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175557B" w14:textId="77777777" w:rsidR="00341DA5" w:rsidRDefault="00341DA5" w:rsidP="00341DA5">
                <w:r w:rsidRPr="00EA38FF">
                  <w:t>Phone (Home) 1</w:t>
                </w:r>
                <w:r>
                  <w:t>0</w:t>
                </w:r>
              </w:p>
            </w:tc>
          </w:sdtContent>
        </w:sdt>
        <w:sdt>
          <w:sdtPr>
            <w:alias w:val="Enter cell phone 10:"/>
            <w:tag w:val="Enter cell phone 10:"/>
            <w:id w:val="1406256105"/>
            <w:placeholder>
              <w:docPart w:val="793AF8265FEA409FABD40804DDC3F7D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D5D4000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0</w:t>
                </w:r>
              </w:p>
            </w:tc>
          </w:sdtContent>
        </w:sdt>
        <w:sdt>
          <w:sdtPr>
            <w:alias w:val="Enter email 10:"/>
            <w:tag w:val="Enter email 10:"/>
            <w:id w:val="-1715114500"/>
            <w:placeholder>
              <w:docPart w:val="18B87A1DB89044FF9A5605CAE4D7C39C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2D6D248E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0</w:t>
                </w:r>
              </w:p>
            </w:tc>
          </w:sdtContent>
        </w:sdt>
      </w:tr>
      <w:tr w:rsidR="00341DA5" w14:paraId="7D47BD5A" w14:textId="77777777" w:rsidTr="006E3D10">
        <w:sdt>
          <w:sdtPr>
            <w:alias w:val="Enter player name 11:"/>
            <w:tag w:val="Enter player name 11:"/>
            <w:id w:val="-330377220"/>
            <w:placeholder>
              <w:docPart w:val="1E74C60A3087401E9EEEE7CC1514B62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205577CA" w14:textId="77777777" w:rsidR="00341DA5" w:rsidRDefault="00341DA5" w:rsidP="00341DA5">
                <w:r w:rsidRPr="000532E6">
                  <w:t>Player Name 1</w:t>
                </w:r>
                <w:r>
                  <w:t>1</w:t>
                </w:r>
              </w:p>
            </w:tc>
          </w:sdtContent>
        </w:sdt>
        <w:sdt>
          <w:sdtPr>
            <w:alias w:val="Enter guardian name 11:"/>
            <w:tag w:val="Enter guardian name 11:"/>
            <w:id w:val="-786508629"/>
            <w:placeholder>
              <w:docPart w:val="277768B9E64745F6A1BDEB5FF57F894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9E15594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1</w:t>
                </w:r>
              </w:p>
            </w:tc>
          </w:sdtContent>
        </w:sdt>
        <w:sdt>
          <w:sdtPr>
            <w:alias w:val="Enter residence phone 11:"/>
            <w:tag w:val="Enter residence phone 11:"/>
            <w:id w:val="2007623282"/>
            <w:placeholder>
              <w:docPart w:val="AF0FB7A5C4E54B289B539020396C888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49CD666" w14:textId="77777777" w:rsidR="00341DA5" w:rsidRDefault="00341DA5" w:rsidP="00341DA5">
                <w:r w:rsidRPr="00EA38FF">
                  <w:t>Phone (Home) 1</w:t>
                </w:r>
                <w:r>
                  <w:t>1</w:t>
                </w:r>
              </w:p>
            </w:tc>
          </w:sdtContent>
        </w:sdt>
        <w:sdt>
          <w:sdtPr>
            <w:alias w:val="Enter cell phone 11:"/>
            <w:tag w:val="Enter cell phone 11:"/>
            <w:id w:val="893857411"/>
            <w:placeholder>
              <w:docPart w:val="61D65183412041CEBAE9DA09A3046BC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FD9D368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1</w:t>
                </w:r>
              </w:p>
            </w:tc>
          </w:sdtContent>
        </w:sdt>
        <w:sdt>
          <w:sdtPr>
            <w:alias w:val="Enter email 11:"/>
            <w:tag w:val="Enter email 11:"/>
            <w:id w:val="-711729326"/>
            <w:placeholder>
              <w:docPart w:val="5FFC22C4F903453EA38BF79DF2B9A8C5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52901A24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1</w:t>
                </w:r>
              </w:p>
            </w:tc>
          </w:sdtContent>
        </w:sdt>
      </w:tr>
      <w:tr w:rsidR="00341DA5" w14:paraId="251DD8D6" w14:textId="77777777" w:rsidTr="006E3D10">
        <w:sdt>
          <w:sdtPr>
            <w:alias w:val="Enter player name 12:"/>
            <w:tag w:val="Enter player name 12:"/>
            <w:id w:val="1194805811"/>
            <w:placeholder>
              <w:docPart w:val="6F3C80D76A6543D78B21C4A64B75961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44382393" w14:textId="77777777" w:rsidR="00341DA5" w:rsidRDefault="00341DA5" w:rsidP="00341DA5">
                <w:r w:rsidRPr="000532E6">
                  <w:t>Player Name 1</w:t>
                </w:r>
                <w:r>
                  <w:t>2</w:t>
                </w:r>
              </w:p>
            </w:tc>
          </w:sdtContent>
        </w:sdt>
        <w:sdt>
          <w:sdtPr>
            <w:alias w:val="Enter guardian name 12:"/>
            <w:tag w:val="Enter guardian name 12:"/>
            <w:id w:val="1754474681"/>
            <w:placeholder>
              <w:docPart w:val="9EC0DAB0260248B1B4CA617EB426D1B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38B99E3D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2</w:t>
                </w:r>
              </w:p>
            </w:tc>
          </w:sdtContent>
        </w:sdt>
        <w:sdt>
          <w:sdtPr>
            <w:alias w:val="Enter residence phone 12:"/>
            <w:tag w:val="Enter residence phone 12:"/>
            <w:id w:val="1836265238"/>
            <w:placeholder>
              <w:docPart w:val="D3BE6E4AF1C7464B94C5765B51A9646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43F849D9" w14:textId="77777777" w:rsidR="00341DA5" w:rsidRDefault="00341DA5" w:rsidP="00341DA5">
                <w:r w:rsidRPr="00EA38FF">
                  <w:t>Phone (Home) 1</w:t>
                </w:r>
                <w:r>
                  <w:t>2</w:t>
                </w:r>
              </w:p>
            </w:tc>
          </w:sdtContent>
        </w:sdt>
        <w:sdt>
          <w:sdtPr>
            <w:alias w:val="Enter cell phone 12:"/>
            <w:tag w:val="Enter cell phone 12:"/>
            <w:id w:val="1504016155"/>
            <w:placeholder>
              <w:docPart w:val="4E3D01A5FF264500A7037F20EF5652F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735F2CF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2</w:t>
                </w:r>
              </w:p>
            </w:tc>
          </w:sdtContent>
        </w:sdt>
        <w:sdt>
          <w:sdtPr>
            <w:alias w:val="Enter email 12:"/>
            <w:tag w:val="Enter email 12:"/>
            <w:id w:val="114263754"/>
            <w:placeholder>
              <w:docPart w:val="2D8495208494476D854DC4E37B8672E4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5BB0B508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2</w:t>
                </w:r>
              </w:p>
            </w:tc>
          </w:sdtContent>
        </w:sdt>
      </w:tr>
      <w:tr w:rsidR="00341DA5" w14:paraId="432166C2" w14:textId="77777777" w:rsidTr="006E3D10">
        <w:sdt>
          <w:sdtPr>
            <w:alias w:val="Enter player name 13:"/>
            <w:tag w:val="Enter player name 13:"/>
            <w:id w:val="-1322583812"/>
            <w:placeholder>
              <w:docPart w:val="E90305B631E84350AAF2D2C896E08F4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51456EC" w14:textId="77777777" w:rsidR="00341DA5" w:rsidRDefault="00341DA5" w:rsidP="00341DA5">
                <w:r w:rsidRPr="000532E6">
                  <w:t>Player Name 1</w:t>
                </w:r>
                <w:r>
                  <w:t>3</w:t>
                </w:r>
              </w:p>
            </w:tc>
          </w:sdtContent>
        </w:sdt>
        <w:sdt>
          <w:sdtPr>
            <w:alias w:val="Enter guardian name 13:"/>
            <w:tag w:val="Enter guardian name 13:"/>
            <w:id w:val="-2061696370"/>
            <w:placeholder>
              <w:docPart w:val="D4C62CE5F3F8477297B42C8E916D4E55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785752A7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3</w:t>
                </w:r>
              </w:p>
            </w:tc>
          </w:sdtContent>
        </w:sdt>
        <w:sdt>
          <w:sdtPr>
            <w:alias w:val="Enter residence phone 13:"/>
            <w:tag w:val="Enter residence phone 13:"/>
            <w:id w:val="-1133171331"/>
            <w:placeholder>
              <w:docPart w:val="74DC6649D7FD4D279EE90082F7D32F5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490AD657" w14:textId="77777777" w:rsidR="00341DA5" w:rsidRDefault="00341DA5" w:rsidP="00341DA5">
                <w:r w:rsidRPr="00EA38FF">
                  <w:t>Phone (Home) 1</w:t>
                </w:r>
                <w:r>
                  <w:t>3</w:t>
                </w:r>
              </w:p>
            </w:tc>
          </w:sdtContent>
        </w:sdt>
        <w:sdt>
          <w:sdtPr>
            <w:alias w:val="Enter cell phone 13:"/>
            <w:tag w:val="Enter cell phone 13:"/>
            <w:id w:val="1367488117"/>
            <w:placeholder>
              <w:docPart w:val="81696B984C2343A0A182CD6443CF278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3FCDA33E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3</w:t>
                </w:r>
              </w:p>
            </w:tc>
          </w:sdtContent>
        </w:sdt>
        <w:sdt>
          <w:sdtPr>
            <w:alias w:val="Enter email 13:"/>
            <w:tag w:val="Enter email 13:"/>
            <w:id w:val="-1484689102"/>
            <w:placeholder>
              <w:docPart w:val="7A63C406CBBF465DB182B34DC9371138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4EFC60FB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3</w:t>
                </w:r>
              </w:p>
            </w:tc>
          </w:sdtContent>
        </w:sdt>
      </w:tr>
      <w:tr w:rsidR="00341DA5" w14:paraId="49395878" w14:textId="77777777" w:rsidTr="006E3D10">
        <w:sdt>
          <w:sdtPr>
            <w:alias w:val="Enter player name 14:"/>
            <w:tag w:val="Enter player name 14:"/>
            <w:id w:val="-1746486957"/>
            <w:placeholder>
              <w:docPart w:val="C2CEBD7573E14AD995979B67B3A79E3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736FF7B1" w14:textId="77777777" w:rsidR="00341DA5" w:rsidRDefault="00341DA5" w:rsidP="00341DA5">
                <w:r w:rsidRPr="000532E6">
                  <w:t>Player Name 1</w:t>
                </w:r>
                <w:r>
                  <w:t>4</w:t>
                </w:r>
              </w:p>
            </w:tc>
          </w:sdtContent>
        </w:sdt>
        <w:sdt>
          <w:sdtPr>
            <w:alias w:val="Enter guardian name 14:"/>
            <w:tag w:val="Enter guardian name 14:"/>
            <w:id w:val="-2020918513"/>
            <w:placeholder>
              <w:docPart w:val="49C467F3F8F14657A9849B1CD9DB9EB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297E2BA0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4</w:t>
                </w:r>
              </w:p>
            </w:tc>
          </w:sdtContent>
        </w:sdt>
        <w:sdt>
          <w:sdtPr>
            <w:alias w:val="Enter residence phone 14:"/>
            <w:tag w:val="Enter residence phone 14:"/>
            <w:id w:val="2047325206"/>
            <w:placeholder>
              <w:docPart w:val="C9B2FCEFBF80407486C46D49932A9FB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85C695F" w14:textId="77777777" w:rsidR="00341DA5" w:rsidRDefault="00341DA5" w:rsidP="00341DA5">
                <w:r w:rsidRPr="00EA38FF">
                  <w:t>Phone (Home) 1</w:t>
                </w:r>
                <w:r>
                  <w:t>4</w:t>
                </w:r>
              </w:p>
            </w:tc>
          </w:sdtContent>
        </w:sdt>
        <w:sdt>
          <w:sdtPr>
            <w:alias w:val="Enter cell phone 14:"/>
            <w:tag w:val="Enter cell phone 14:"/>
            <w:id w:val="-1044140003"/>
            <w:placeholder>
              <w:docPart w:val="7EEB798B7C8643F19513F04C1D6C60D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3C434FF5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4</w:t>
                </w:r>
              </w:p>
            </w:tc>
          </w:sdtContent>
        </w:sdt>
        <w:sdt>
          <w:sdtPr>
            <w:alias w:val="Enter email 14:"/>
            <w:tag w:val="Enter email 14:"/>
            <w:id w:val="-410007085"/>
            <w:placeholder>
              <w:docPart w:val="A87D8713FD8E4DF7B91B60E954BD195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7D5F39CD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4</w:t>
                </w:r>
              </w:p>
            </w:tc>
          </w:sdtContent>
        </w:sdt>
      </w:tr>
      <w:tr w:rsidR="00341DA5" w14:paraId="427BE281" w14:textId="77777777" w:rsidTr="006E3D10">
        <w:sdt>
          <w:sdtPr>
            <w:alias w:val="Enter player name 15:"/>
            <w:tag w:val="Enter player name 15:"/>
            <w:id w:val="-209423797"/>
            <w:placeholder>
              <w:docPart w:val="88015473108548D395907F164AA84A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3803DC1F" w14:textId="77777777" w:rsidR="00341DA5" w:rsidRDefault="00341DA5" w:rsidP="00341DA5">
                <w:r w:rsidRPr="000532E6">
                  <w:t>Player Name 1</w:t>
                </w:r>
                <w:r>
                  <w:t>5</w:t>
                </w:r>
              </w:p>
            </w:tc>
          </w:sdtContent>
        </w:sdt>
        <w:sdt>
          <w:sdtPr>
            <w:alias w:val="Enter guardian name 15:"/>
            <w:tag w:val="Enter guardian name 15:"/>
            <w:id w:val="411430158"/>
            <w:placeholder>
              <w:docPart w:val="1D3828C053D647E3A8E69D3B35FB79D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72053A7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5</w:t>
                </w:r>
              </w:p>
            </w:tc>
          </w:sdtContent>
        </w:sdt>
        <w:sdt>
          <w:sdtPr>
            <w:alias w:val="Enter residence phone 15:"/>
            <w:tag w:val="Enter residence phone 15:"/>
            <w:id w:val="1009341657"/>
            <w:placeholder>
              <w:docPart w:val="42252E62F7964ACF9761E8915BD0A3E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7E35DE98" w14:textId="77777777" w:rsidR="00341DA5" w:rsidRDefault="00341DA5" w:rsidP="00341DA5">
                <w:r w:rsidRPr="00EA38FF">
                  <w:t>Phone (Home) 1</w:t>
                </w:r>
                <w:r>
                  <w:t>5</w:t>
                </w:r>
              </w:p>
            </w:tc>
          </w:sdtContent>
        </w:sdt>
        <w:sdt>
          <w:sdtPr>
            <w:alias w:val="Enter cell phone 15:"/>
            <w:tag w:val="Enter cell phone 15:"/>
            <w:id w:val="-198629779"/>
            <w:placeholder>
              <w:docPart w:val="AB014032FDCD429AB49C59E6F55BA53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73A95E82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5</w:t>
                </w:r>
              </w:p>
            </w:tc>
          </w:sdtContent>
        </w:sdt>
        <w:sdt>
          <w:sdtPr>
            <w:alias w:val="Enter email 15:"/>
            <w:tag w:val="Enter email 15:"/>
            <w:id w:val="-484620140"/>
            <w:placeholder>
              <w:docPart w:val="E5C1497B2E044DB9942C5F2F0DFD778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439B93A4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5</w:t>
                </w:r>
              </w:p>
            </w:tc>
          </w:sdtContent>
        </w:sdt>
      </w:tr>
      <w:tr w:rsidR="00341DA5" w14:paraId="4955D3BC" w14:textId="77777777" w:rsidTr="006E3D10">
        <w:sdt>
          <w:sdtPr>
            <w:alias w:val="Enter player name 16:"/>
            <w:tag w:val="Enter player name 16:"/>
            <w:id w:val="-977609608"/>
            <w:placeholder>
              <w:docPart w:val="568E5065FDC64CDA835C8461427DF5C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25AD463B" w14:textId="77777777" w:rsidR="00341DA5" w:rsidRDefault="00341DA5" w:rsidP="00341DA5">
                <w:r w:rsidRPr="000532E6">
                  <w:t>Player Name 1</w:t>
                </w:r>
                <w:r>
                  <w:t>6</w:t>
                </w:r>
              </w:p>
            </w:tc>
          </w:sdtContent>
        </w:sdt>
        <w:sdt>
          <w:sdtPr>
            <w:alias w:val="Enter guardian name 16:"/>
            <w:tag w:val="Enter guardian name 16:"/>
            <w:id w:val="157362994"/>
            <w:placeholder>
              <w:docPart w:val="81A43967164441518BF2BBFE6F67B7B5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036C1756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6</w:t>
                </w:r>
              </w:p>
            </w:tc>
          </w:sdtContent>
        </w:sdt>
        <w:sdt>
          <w:sdtPr>
            <w:alias w:val="Enter residence phone 16:"/>
            <w:tag w:val="Enter residence phone 16:"/>
            <w:id w:val="-1960168053"/>
            <w:placeholder>
              <w:docPart w:val="9276FFE0BE5C46C1B4F59DB52A01B41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4C7DFCF" w14:textId="77777777" w:rsidR="00341DA5" w:rsidRDefault="00341DA5" w:rsidP="00341DA5">
                <w:r w:rsidRPr="00EA38FF">
                  <w:t>Phone (Home) 1</w:t>
                </w:r>
                <w:r>
                  <w:t>6</w:t>
                </w:r>
              </w:p>
            </w:tc>
          </w:sdtContent>
        </w:sdt>
        <w:sdt>
          <w:sdtPr>
            <w:alias w:val="Enter cell phone 16:"/>
            <w:tag w:val="Enter cell phone 16:"/>
            <w:id w:val="-529182091"/>
            <w:placeholder>
              <w:docPart w:val="79040AC3FC224765AD7945D54095777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2E1F06C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6</w:t>
                </w:r>
              </w:p>
            </w:tc>
          </w:sdtContent>
        </w:sdt>
        <w:sdt>
          <w:sdtPr>
            <w:alias w:val="Enter email 16:"/>
            <w:tag w:val="Enter email 16:"/>
            <w:id w:val="-1335677325"/>
            <w:placeholder>
              <w:docPart w:val="8F95EB38FCD2497F81D264EBCDCF4230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10D1527A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6</w:t>
                </w:r>
              </w:p>
            </w:tc>
          </w:sdtContent>
        </w:sdt>
      </w:tr>
      <w:tr w:rsidR="00341DA5" w14:paraId="378B6FFE" w14:textId="77777777" w:rsidTr="006E3D10">
        <w:sdt>
          <w:sdtPr>
            <w:alias w:val="Enter player name 17:"/>
            <w:tag w:val="Enter player name 17:"/>
            <w:id w:val="698971397"/>
            <w:placeholder>
              <w:docPart w:val="77ABA0D6EF764057ADA516E16D1E234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7CA89CB9" w14:textId="77777777" w:rsidR="00341DA5" w:rsidRDefault="00341DA5" w:rsidP="00341DA5">
                <w:r w:rsidRPr="000532E6">
                  <w:t>Player Name 1</w:t>
                </w:r>
                <w:r>
                  <w:t>7</w:t>
                </w:r>
              </w:p>
            </w:tc>
          </w:sdtContent>
        </w:sdt>
        <w:sdt>
          <w:sdtPr>
            <w:alias w:val="Enter guardian name 17:"/>
            <w:tag w:val="Enter guardian name 17:"/>
            <w:id w:val="371354126"/>
            <w:placeholder>
              <w:docPart w:val="C1438E6EB2C446D3871C7D26BB91CD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6B9165B5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7</w:t>
                </w:r>
              </w:p>
            </w:tc>
          </w:sdtContent>
        </w:sdt>
        <w:sdt>
          <w:sdtPr>
            <w:alias w:val="Enter residence phone 17:"/>
            <w:tag w:val="Enter residence phone 17:"/>
            <w:id w:val="-1724433017"/>
            <w:placeholder>
              <w:docPart w:val="EB50293F50B448FD9DADBF716895254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43F7BE60" w14:textId="77777777" w:rsidR="00341DA5" w:rsidRDefault="00341DA5" w:rsidP="00341DA5">
                <w:r w:rsidRPr="00EA38FF">
                  <w:t>Phone (Home) 1</w:t>
                </w:r>
                <w:r>
                  <w:t>7</w:t>
                </w:r>
              </w:p>
            </w:tc>
          </w:sdtContent>
        </w:sdt>
        <w:sdt>
          <w:sdtPr>
            <w:alias w:val="Enter cell phone 17:"/>
            <w:tag w:val="Enter cell phone 17:"/>
            <w:id w:val="-1446613591"/>
            <w:placeholder>
              <w:docPart w:val="94D127B8ED9D4520B9094D01CB988FE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124F38D4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7</w:t>
                </w:r>
              </w:p>
            </w:tc>
          </w:sdtContent>
        </w:sdt>
        <w:sdt>
          <w:sdtPr>
            <w:alias w:val="Enter email 17:"/>
            <w:tag w:val="Enter email 17:"/>
            <w:id w:val="-503286949"/>
            <w:placeholder>
              <w:docPart w:val="D7194A97716C4742AF81E891006AB59B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0443C93A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7</w:t>
                </w:r>
              </w:p>
            </w:tc>
          </w:sdtContent>
        </w:sdt>
      </w:tr>
      <w:tr w:rsidR="00341DA5" w14:paraId="203302CB" w14:textId="77777777" w:rsidTr="006E3D10">
        <w:sdt>
          <w:sdtPr>
            <w:alias w:val="Enter player name 18:"/>
            <w:tag w:val="Enter player name 18:"/>
            <w:id w:val="2118721922"/>
            <w:placeholder>
              <w:docPart w:val="C64535F594A34276B9A8AB69C69B467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7B542668" w14:textId="77777777" w:rsidR="00341DA5" w:rsidRDefault="00341DA5" w:rsidP="00341DA5">
                <w:r w:rsidRPr="000532E6">
                  <w:t>Player Name 1</w:t>
                </w:r>
                <w:r>
                  <w:t>8</w:t>
                </w:r>
              </w:p>
            </w:tc>
          </w:sdtContent>
        </w:sdt>
        <w:sdt>
          <w:sdtPr>
            <w:alias w:val="Enter guardian name 18:"/>
            <w:tag w:val="Enter guardian name 18:"/>
            <w:id w:val="-1944757711"/>
            <w:placeholder>
              <w:docPart w:val="89CF97BEDD2B4215B600D02852DF4D4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66525A64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8</w:t>
                </w:r>
              </w:p>
            </w:tc>
          </w:sdtContent>
        </w:sdt>
        <w:sdt>
          <w:sdtPr>
            <w:alias w:val="Enter residence phone 18:"/>
            <w:tag w:val="Enter residence phone 18:"/>
            <w:id w:val="-1825971191"/>
            <w:placeholder>
              <w:docPart w:val="FF4FF512E44F4E918D0F1355F44D58B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00629CDA" w14:textId="77777777" w:rsidR="00341DA5" w:rsidRDefault="00341DA5" w:rsidP="00341DA5">
                <w:r w:rsidRPr="00EA38FF">
                  <w:t>Phone (Home) 1</w:t>
                </w:r>
                <w:r>
                  <w:t>8</w:t>
                </w:r>
              </w:p>
            </w:tc>
          </w:sdtContent>
        </w:sdt>
        <w:sdt>
          <w:sdtPr>
            <w:alias w:val="Enter cell phone 18:"/>
            <w:tag w:val="Enter cell phone 18:"/>
            <w:id w:val="1979031395"/>
            <w:placeholder>
              <w:docPart w:val="07AD3686947244B7BBBB0BE304AD677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62280799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8</w:t>
                </w:r>
              </w:p>
            </w:tc>
          </w:sdtContent>
        </w:sdt>
        <w:sdt>
          <w:sdtPr>
            <w:alias w:val="Enter email 18:"/>
            <w:tag w:val="Enter email 18:"/>
            <w:id w:val="-1386248842"/>
            <w:placeholder>
              <w:docPart w:val="A9D093EADDAC479EB66830FA39C0697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34B85F76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8</w:t>
                </w:r>
              </w:p>
            </w:tc>
          </w:sdtContent>
        </w:sdt>
      </w:tr>
      <w:tr w:rsidR="00341DA5" w14:paraId="64B5EA8A" w14:textId="77777777" w:rsidTr="006E3D10">
        <w:sdt>
          <w:sdtPr>
            <w:alias w:val="Enter player name 19:"/>
            <w:tag w:val="Enter player name 19:"/>
            <w:id w:val="1478417311"/>
            <w:placeholder>
              <w:docPart w:val="C894DC4DA262407E8632F330B268B04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5FFEDFD0" w14:textId="77777777" w:rsidR="00341DA5" w:rsidRDefault="00341DA5" w:rsidP="00341DA5">
                <w:r w:rsidRPr="000532E6">
                  <w:t>Player Name 1</w:t>
                </w:r>
                <w:r>
                  <w:t>9</w:t>
                </w:r>
              </w:p>
            </w:tc>
          </w:sdtContent>
        </w:sdt>
        <w:sdt>
          <w:sdtPr>
            <w:alias w:val="Enter guardian name 19:"/>
            <w:tag w:val="Enter guardian name 19:"/>
            <w:id w:val="1567602659"/>
            <w:placeholder>
              <w:docPart w:val="5F1426E2877C468A959AFFEF9CF316C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4FDD25FF" w14:textId="77777777" w:rsidR="00341DA5" w:rsidRDefault="00341DA5" w:rsidP="00341DA5">
                <w:r>
                  <w:t xml:space="preserve">Guardian Name </w:t>
                </w:r>
                <w:r w:rsidRPr="000532E6">
                  <w:t>1</w:t>
                </w:r>
                <w:r>
                  <w:t>9</w:t>
                </w:r>
              </w:p>
            </w:tc>
          </w:sdtContent>
        </w:sdt>
        <w:sdt>
          <w:sdtPr>
            <w:alias w:val="Enter residence phone 19:"/>
            <w:tag w:val="Enter residence phone 19:"/>
            <w:id w:val="-449934875"/>
            <w:placeholder>
              <w:docPart w:val="1F91C4E0F2804FEE8A49278374D09C0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72079601" w14:textId="77777777" w:rsidR="00341DA5" w:rsidRDefault="00341DA5" w:rsidP="00341DA5">
                <w:r w:rsidRPr="00EA38FF">
                  <w:t>Phone (Home) 1</w:t>
                </w:r>
                <w:r>
                  <w:t>9</w:t>
                </w:r>
              </w:p>
            </w:tc>
          </w:sdtContent>
        </w:sdt>
        <w:sdt>
          <w:sdtPr>
            <w:alias w:val="Enter cell phone 19:"/>
            <w:tag w:val="Enter cell phone 19:"/>
            <w:id w:val="-1329511546"/>
            <w:placeholder>
              <w:docPart w:val="C116C9B1A9574C24901637E99050906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812938F" w14:textId="77777777" w:rsidR="00341DA5" w:rsidRDefault="00341DA5" w:rsidP="00341DA5">
                <w:r w:rsidRPr="00EA38FF">
                  <w:t>Phone</w:t>
                </w:r>
                <w:r>
                  <w:t xml:space="preserve"> (Cell)</w:t>
                </w:r>
                <w:r w:rsidRPr="00EA38FF">
                  <w:t xml:space="preserve"> 1</w:t>
                </w:r>
                <w:r>
                  <w:t>9</w:t>
                </w:r>
              </w:p>
            </w:tc>
          </w:sdtContent>
        </w:sdt>
        <w:sdt>
          <w:sdtPr>
            <w:alias w:val="Enter email 19:"/>
            <w:tag w:val="Enter email 19:"/>
            <w:id w:val="1337345844"/>
            <w:placeholder>
              <w:docPart w:val="7C35DEB751CB4A22BD66158F5973BA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6BB39DB4" w14:textId="77777777" w:rsidR="00341DA5" w:rsidRDefault="00341DA5" w:rsidP="00341DA5">
                <w:r>
                  <w:t xml:space="preserve">Email </w:t>
                </w:r>
                <w:r w:rsidRPr="00EA38FF">
                  <w:t>1</w:t>
                </w:r>
                <w:r>
                  <w:t>9</w:t>
                </w:r>
              </w:p>
            </w:tc>
          </w:sdtContent>
        </w:sdt>
      </w:tr>
      <w:tr w:rsidR="00341DA5" w14:paraId="18745D53" w14:textId="77777777" w:rsidTr="006E3D10">
        <w:sdt>
          <w:sdtPr>
            <w:alias w:val="Enter player name 20:"/>
            <w:tag w:val="Enter player name 20:"/>
            <w:id w:val="1486125064"/>
            <w:placeholder>
              <w:docPart w:val="4DBAC5A16C814E5B9B74AD30F20B2D2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31F39C8E" w14:textId="77777777" w:rsidR="00341DA5" w:rsidRDefault="00341DA5" w:rsidP="00341DA5">
                <w:r w:rsidRPr="000532E6">
                  <w:t>Player Name</w:t>
                </w:r>
                <w:r>
                  <w:t xml:space="preserve"> 20</w:t>
                </w:r>
              </w:p>
            </w:tc>
          </w:sdtContent>
        </w:sdt>
        <w:sdt>
          <w:sdtPr>
            <w:alias w:val="Enter guardian name 20:"/>
            <w:tag w:val="Enter guardian name 20:"/>
            <w:id w:val="1053898564"/>
            <w:placeholder>
              <w:docPart w:val="3830DC7022564E0594DE3494A7031856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08" w:type="dxa"/>
                <w:vAlign w:val="top"/>
              </w:tcPr>
              <w:p w14:paraId="69C9C70E" w14:textId="77777777" w:rsidR="00341DA5" w:rsidRDefault="00341DA5" w:rsidP="00341DA5">
                <w:r>
                  <w:t>Guardian Name 20</w:t>
                </w:r>
              </w:p>
            </w:tc>
          </w:sdtContent>
        </w:sdt>
        <w:sdt>
          <w:sdtPr>
            <w:alias w:val="Enter residence phone 20:"/>
            <w:tag w:val="Enter residence phone 20:"/>
            <w:id w:val="552041301"/>
            <w:placeholder>
              <w:docPart w:val="374424994F4F46929B416EFB221FBBF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7CE64B42" w14:textId="77777777" w:rsidR="00341DA5" w:rsidRDefault="00341DA5" w:rsidP="00341DA5">
                <w:r>
                  <w:t>Phone (Home) 20</w:t>
                </w:r>
              </w:p>
            </w:tc>
          </w:sdtContent>
        </w:sdt>
        <w:sdt>
          <w:sdtPr>
            <w:alias w:val="Enter cell phone 20:"/>
            <w:tag w:val="Enter cell phone 20:"/>
            <w:id w:val="-344630727"/>
            <w:placeholder>
              <w:docPart w:val="18892A7AC25B40AF98E85D952658739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82" w:type="dxa"/>
                <w:vAlign w:val="top"/>
              </w:tcPr>
              <w:p w14:paraId="29E227C0" w14:textId="77777777" w:rsidR="00341DA5" w:rsidRDefault="00341DA5" w:rsidP="00341DA5">
                <w:r>
                  <w:t>Phone (Cell) 20</w:t>
                </w:r>
              </w:p>
            </w:tc>
          </w:sdtContent>
        </w:sdt>
        <w:sdt>
          <w:sdtPr>
            <w:alias w:val="Enter email 20:"/>
            <w:tag w:val="Enter email 20:"/>
            <w:id w:val="1643847970"/>
            <w:placeholder>
              <w:docPart w:val="DBECF15885094212AA72469319D6B2EC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88" w:type="dxa"/>
                <w:vAlign w:val="top"/>
              </w:tcPr>
              <w:p w14:paraId="641BC57E" w14:textId="77777777" w:rsidR="00341DA5" w:rsidRDefault="00341DA5" w:rsidP="00341DA5">
                <w:r>
                  <w:t>Email 20</w:t>
                </w:r>
              </w:p>
            </w:tc>
          </w:sdtContent>
        </w:sdt>
      </w:tr>
    </w:tbl>
    <w:p w14:paraId="432CF7DE" w14:textId="77777777" w:rsidR="00A76806" w:rsidRDefault="00A76806"/>
    <w:sectPr w:rsidR="00A76806" w:rsidSect="002426C3">
      <w:headerReference w:type="default" r:id="rId11"/>
      <w:footerReference w:type="default" r:id="rId12"/>
      <w:headerReference w:type="first" r:id="rId13"/>
      <w:footerReference w:type="first" r:id="rId14"/>
      <w:pgSz w:w="15840" w:h="12240" w:orient="landscape" w:code="1"/>
      <w:pgMar w:top="2304" w:right="936" w:bottom="1440" w:left="936" w:header="936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AD4B8" w14:textId="77777777" w:rsidR="00E04FC0" w:rsidRDefault="00E04FC0">
      <w:r>
        <w:separator/>
      </w:r>
    </w:p>
    <w:p w14:paraId="1BAF56AF" w14:textId="77777777" w:rsidR="00E04FC0" w:rsidRDefault="00E04FC0"/>
  </w:endnote>
  <w:endnote w:type="continuationSeparator" w:id="0">
    <w:p w14:paraId="1CE4B138" w14:textId="77777777" w:rsidR="00E04FC0" w:rsidRDefault="00E04FC0">
      <w:r>
        <w:continuationSeparator/>
      </w:r>
    </w:p>
    <w:p w14:paraId="0C6F70A9" w14:textId="77777777" w:rsidR="00E04FC0" w:rsidRDefault="00E04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53C7D" w14:textId="77777777" w:rsidR="00A76806" w:rsidRPr="00815A0E" w:rsidRDefault="00E679F1" w:rsidP="00815A0E">
    <w:pPr>
      <w:pStyle w:val="Footer"/>
    </w:pPr>
    <w:r>
      <w:rPr>
        <w:noProof w:val="0"/>
      </w:rPr>
      <w:t xml:space="preserve">Page </w:t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1465A"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0850F" w14:textId="77777777" w:rsidR="00E679F1" w:rsidRDefault="00E679F1">
    <w:pPr>
      <w:pStyle w:val="Footer"/>
    </w:pPr>
    <w:r>
      <w:rPr>
        <w:lang w:eastAsia="en-U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32DDD8C" wp14:editId="4E1CB296">
              <wp:simplePos x="0" y="0"/>
              <wp:positionH relativeFrom="margin">
                <wp:posOffset>0</wp:posOffset>
              </wp:positionH>
              <wp:positionV relativeFrom="page">
                <wp:posOffset>6908800</wp:posOffset>
              </wp:positionV>
              <wp:extent cx="8869680" cy="265176"/>
              <wp:effectExtent l="0" t="0" r="26670" b="20955"/>
              <wp:wrapNone/>
              <wp:docPr id="2" name="Rectangle 2" descr="First page footer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69680" cy="265176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rgbClr val="0070C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5BFD0C" id="Rectangle 2" o:spid="_x0000_s1026" alt="First page footer rectangle" style="position:absolute;margin-left:0;margin-top:544pt;width:698.4pt;height:20.9pt;z-index:25166131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" fillcolor="black [3213]" strokecolor="#0070c0" strokeweight="1pt">
              <w10:wrap anchorx="margin" anchory="page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140E6" w14:textId="77777777" w:rsidR="00E04FC0" w:rsidRDefault="00E04FC0">
      <w:r>
        <w:separator/>
      </w:r>
    </w:p>
    <w:p w14:paraId="0193A57B" w14:textId="77777777" w:rsidR="00E04FC0" w:rsidRDefault="00E04FC0"/>
  </w:footnote>
  <w:footnote w:type="continuationSeparator" w:id="0">
    <w:p w14:paraId="6A1B20DF" w14:textId="77777777" w:rsidR="00E04FC0" w:rsidRDefault="00E04FC0">
      <w:r>
        <w:continuationSeparator/>
      </w:r>
    </w:p>
    <w:p w14:paraId="2DC8FC6B" w14:textId="77777777" w:rsidR="00E04FC0" w:rsidRDefault="00E04F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32883" w14:textId="77777777" w:rsidR="00985A0C" w:rsidRPr="00A2043A" w:rsidRDefault="00E04FC0" w:rsidP="00985A0C">
    <w:pPr>
      <w:pStyle w:val="Header"/>
    </w:pPr>
    <w:sdt>
      <w:sdtPr>
        <w:rPr>
          <w:rStyle w:val="Strong"/>
        </w:rPr>
        <w:alias w:val="Enter your team's name:"/>
        <w:tag w:val="Enter your team's name:"/>
        <w:id w:val="2077241482"/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>
        <w:rPr>
          <w:rStyle w:val="DefaultParagraphFont"/>
          <w:b w:val="0"/>
          <w:bCs w:val="0"/>
          <w:color w:val="auto"/>
        </w:rPr>
      </w:sdtEndPr>
      <w:sdtContent>
        <w:r w:rsidR="006B4BBC">
          <w:rPr>
            <w:rStyle w:val="Strong"/>
          </w:rPr>
          <w:t>Your Team’s</w:t>
        </w:r>
      </w:sdtContent>
    </w:sdt>
    <w:r w:rsidR="00985A0C" w:rsidRPr="00A2043A">
      <w:t xml:space="preserve"> </w:t>
    </w:r>
    <w:sdt>
      <w:sdtPr>
        <w:alias w:val="Enter sports club:"/>
        <w:tag w:val="Enter sports club:"/>
        <w:id w:val="1608078396"/>
        <w:showingPlcHdr/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r w:rsidR="00985A0C">
          <w:t>Sports Club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33207" w14:textId="77777777" w:rsidR="00985A0C" w:rsidRPr="00A2043A" w:rsidRDefault="00E04FC0" w:rsidP="00985A0C">
    <w:pPr>
      <w:pStyle w:val="Header"/>
    </w:pPr>
    <w:sdt>
      <w:sdtPr>
        <w:rPr>
          <w:rStyle w:val="Strong"/>
        </w:rPr>
        <w:alias w:val="Enter your team's name:"/>
        <w:tag w:val="Enter your team's name:"/>
        <w:id w:val="-446924854"/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>
        <w:rPr>
          <w:rStyle w:val="DefaultParagraphFont"/>
          <w:b w:val="0"/>
          <w:bCs w:val="0"/>
          <w:color w:val="auto"/>
        </w:rPr>
      </w:sdtEndPr>
      <w:sdtContent>
        <w:r w:rsidR="00985A0C">
          <w:rPr>
            <w:rStyle w:val="Strong"/>
          </w:rPr>
          <w:t>Your Team’s</w:t>
        </w:r>
      </w:sdtContent>
    </w:sdt>
    <w:r w:rsidR="00985A0C" w:rsidRPr="00A2043A">
      <w:t xml:space="preserve"> </w:t>
    </w:r>
    <w:sdt>
      <w:sdtPr>
        <w:alias w:val="Enter sports club:"/>
        <w:tag w:val="Enter sports club:"/>
        <w:id w:val="-1986004277"/>
        <w:showingPlcHdr/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r w:rsidR="00985A0C">
          <w:t>Sports Club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150D3D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5478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D045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DA0236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E1894B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349BB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8025F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2290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9049A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288FE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86F"/>
    <w:rsid w:val="001C6D82"/>
    <w:rsid w:val="002426C3"/>
    <w:rsid w:val="0025586F"/>
    <w:rsid w:val="002868F1"/>
    <w:rsid w:val="002C72E1"/>
    <w:rsid w:val="00341DA5"/>
    <w:rsid w:val="005D14AF"/>
    <w:rsid w:val="0061465A"/>
    <w:rsid w:val="00632702"/>
    <w:rsid w:val="00692FE8"/>
    <w:rsid w:val="006B4BBC"/>
    <w:rsid w:val="006C57FD"/>
    <w:rsid w:val="006E3D10"/>
    <w:rsid w:val="00733836"/>
    <w:rsid w:val="00815A0E"/>
    <w:rsid w:val="00845A9E"/>
    <w:rsid w:val="008F1F12"/>
    <w:rsid w:val="00985A0C"/>
    <w:rsid w:val="009D19CF"/>
    <w:rsid w:val="009F09F0"/>
    <w:rsid w:val="00A44D08"/>
    <w:rsid w:val="00A762FA"/>
    <w:rsid w:val="00A76806"/>
    <w:rsid w:val="00AD05F3"/>
    <w:rsid w:val="00C46B44"/>
    <w:rsid w:val="00CC0A54"/>
    <w:rsid w:val="00CF3DE3"/>
    <w:rsid w:val="00DB0B07"/>
    <w:rsid w:val="00DE35E4"/>
    <w:rsid w:val="00E04FC0"/>
    <w:rsid w:val="00E679F1"/>
    <w:rsid w:val="00F5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91A62"/>
  <w15:chartTrackingRefBased/>
  <w15:docId w15:val="{8F4EB27F-5FF7-4D4F-9F3F-2A20EB44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22"/>
        <w:szCs w:val="22"/>
        <w:lang w:val="en-US" w:eastAsia="ja-JP" w:bidi="ar-SA"/>
        <w14:ligatures w14:val="standar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D10"/>
  </w:style>
  <w:style w:type="paragraph" w:styleId="Heading1">
    <w:name w:val="heading 1"/>
    <w:basedOn w:val="Normal"/>
    <w:next w:val="Normal"/>
    <w:link w:val="Heading1Char"/>
    <w:uiPriority w:val="9"/>
    <w:qFormat/>
    <w:rsid w:val="00F56E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95959" w:themeColor="accent2" w:themeShade="80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6EC8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595959" w:themeColor="accent2" w:themeShade="80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D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i/>
      <w:color w:val="595959" w:themeColor="accent2" w:themeShade="80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D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  <w:caps/>
      <w:color w:val="595959" w:themeColor="accent2" w:themeShade="80"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D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E4E4E" w:themeColor="accent1" w:themeTint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D1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color w:val="4E4E4E" w:themeColor="accent1" w:themeTint="BF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D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  <w:caps/>
      <w:color w:val="4E4E4E" w:themeColor="accent1" w:themeTint="B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D1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D1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6EC8"/>
    <w:rPr>
      <w:color w:val="595959" w:themeColor="text1" w:themeTint="A6"/>
    </w:rPr>
  </w:style>
  <w:style w:type="character" w:styleId="Strong">
    <w:name w:val="Strong"/>
    <w:basedOn w:val="DefaultParagraphFont"/>
    <w:uiPriority w:val="1"/>
    <w:qFormat/>
    <w:rPr>
      <w:b/>
      <w:bCs/>
      <w:color w:val="BFBFBF" w:themeColor="background1" w:themeShade="BF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ntactList">
    <w:name w:val="Contact List"/>
    <w:basedOn w:val="TableNormal"/>
    <w:uiPriority w:val="99"/>
    <w:rsid w:val="005D14AF"/>
    <w:pPr>
      <w:spacing w:before="20" w:after="40"/>
    </w:pPr>
    <w:tblPr>
      <w:tblBorders>
        <w:top w:val="double" w:sz="6" w:space="0" w:color="BFBFBF" w:themeColor="background1" w:themeShade="BF"/>
        <w:bottom w:val="double" w:sz="6" w:space="0" w:color="BFBFBF" w:themeColor="background1" w:themeShade="BF"/>
        <w:insideH w:val="single" w:sz="4" w:space="0" w:color="BFBFBF" w:themeColor="background1" w:themeShade="BF"/>
        <w:insideV w:val="single" w:sz="6" w:space="0" w:color="BFBFBF" w:themeColor="background1" w:themeShade="BF"/>
      </w:tblBorders>
      <w:tblCellMar>
        <w:left w:w="202" w:type="dxa"/>
        <w:right w:w="115" w:type="dxa"/>
      </w:tblCellMar>
    </w:tblPr>
    <w:tcPr>
      <w:vAlign w:val="center"/>
    </w:tcPr>
    <w:tblStylePr w:type="firstRow">
      <w:rPr>
        <w:b/>
        <w:i w:val="0"/>
        <w:caps/>
        <w:smallCaps w:val="0"/>
        <w:color w:val="595959" w:themeColor="text1" w:themeTint="A6"/>
      </w:rPr>
      <w:tblPr/>
      <w:tcPr>
        <w:tcBorders>
          <w:top w:val="double" w:sz="6" w:space="0" w:color="BFBFBF" w:themeColor="background1" w:themeShade="BF"/>
          <w:left w:val="nil"/>
          <w:bottom w:val="double" w:sz="6" w:space="0" w:color="BFBFBF" w:themeColor="background1" w:themeShade="BF"/>
          <w:right w:val="nil"/>
          <w:insideH w:val="nil"/>
          <w:insideV w:val="single" w:sz="6" w:space="0" w:color="BFBFBF" w:themeColor="background1" w:themeShade="BF"/>
          <w:tl2br w:val="nil"/>
          <w:tr2bl w:val="nil"/>
        </w:tcBorders>
        <w:vAlign w:val="bottom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56EC8"/>
    <w:rPr>
      <w:rFonts w:asciiTheme="majorHAnsi" w:eastAsiaTheme="majorEastAsia" w:hAnsiTheme="majorHAnsi" w:cstheme="majorBidi"/>
      <w:color w:val="595959" w:themeColor="accent2" w:themeShade="80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6EC8"/>
    <w:rPr>
      <w:rFonts w:asciiTheme="majorHAnsi" w:eastAsiaTheme="majorEastAsia" w:hAnsiTheme="majorHAnsi" w:cstheme="majorBidi"/>
      <w:color w:val="595959" w:themeColor="accent2" w:themeShade="80"/>
      <w:sz w:val="26"/>
    </w:rPr>
  </w:style>
  <w:style w:type="paragraph" w:styleId="Header">
    <w:name w:val="header"/>
    <w:basedOn w:val="Normal"/>
    <w:link w:val="HeaderChar"/>
    <w:uiPriority w:val="99"/>
    <w:unhideWhenUsed/>
    <w:rsid w:val="006E3D10"/>
    <w:pPr>
      <w:pBdr>
        <w:top w:val="single" w:sz="4" w:space="8" w:color="000000" w:themeColor="text1"/>
        <w:left w:val="single" w:sz="4" w:space="8" w:color="000000" w:themeColor="text1"/>
        <w:bottom w:val="single" w:sz="4" w:space="11" w:color="000000" w:themeColor="text1"/>
        <w:right w:val="single" w:sz="4" w:space="8" w:color="000000" w:themeColor="text1"/>
      </w:pBdr>
      <w:shd w:val="clear" w:color="auto" w:fill="000000" w:themeFill="text1"/>
      <w:spacing w:after="120"/>
      <w:ind w:left="202" w:right="202"/>
    </w:pPr>
    <w:rPr>
      <w:rFonts w:asciiTheme="majorHAnsi" w:eastAsiaTheme="majorEastAsia" w:hAnsiTheme="majorHAnsi" w:cstheme="majorBidi"/>
      <w:color w:val="auto"/>
      <w:sz w:val="56"/>
    </w:rPr>
  </w:style>
  <w:style w:type="character" w:customStyle="1" w:styleId="HeaderChar">
    <w:name w:val="Header Char"/>
    <w:basedOn w:val="DefaultParagraphFont"/>
    <w:link w:val="Header"/>
    <w:uiPriority w:val="99"/>
    <w:rsid w:val="006E3D10"/>
    <w:rPr>
      <w:rFonts w:asciiTheme="majorHAnsi" w:eastAsiaTheme="majorEastAsia" w:hAnsiTheme="majorHAnsi" w:cstheme="majorBidi"/>
      <w:color w:val="auto"/>
      <w:sz w:val="56"/>
      <w:shd w:val="clear" w:color="auto" w:fill="000000" w:themeFill="text1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4" w:color="000000" w:themeColor="text1"/>
        <w:left w:val="single" w:sz="4" w:space="8" w:color="000000" w:themeColor="text1"/>
        <w:bottom w:val="single" w:sz="4" w:space="4" w:color="000000" w:themeColor="text1"/>
        <w:right w:val="single" w:sz="4" w:space="8" w:color="000000" w:themeColor="text1"/>
      </w:pBdr>
      <w:shd w:val="clear" w:color="auto" w:fill="000000" w:themeFill="text1"/>
      <w:ind w:left="202" w:right="202"/>
    </w:pPr>
    <w:rPr>
      <w:rFonts w:asciiTheme="majorHAnsi" w:eastAsiaTheme="majorEastAsia" w:hAnsiTheme="majorHAnsi" w:cstheme="majorBidi"/>
      <w:caps/>
      <w:noProof/>
      <w:color w:val="BFBFBF" w:themeColor="background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632702"/>
    <w:rPr>
      <w:rFonts w:asciiTheme="majorHAnsi" w:eastAsiaTheme="majorEastAsia" w:hAnsiTheme="majorHAnsi" w:cstheme="majorBidi"/>
      <w:caps/>
      <w:noProof/>
      <w:color w:val="BFBFBF" w:themeColor="background1" w:themeShade="BF"/>
      <w:shd w:val="clear" w:color="auto" w:fill="000000" w:themeFill="text1"/>
    </w:rPr>
  </w:style>
  <w:style w:type="paragraph" w:styleId="Title">
    <w:name w:val="Title"/>
    <w:basedOn w:val="Normal"/>
    <w:link w:val="TitleChar"/>
    <w:uiPriority w:val="1"/>
    <w:qFormat/>
    <w:rsid w:val="006E3D10"/>
    <w:pPr>
      <w:spacing w:after="100"/>
      <w:ind w:left="202" w:right="115"/>
      <w:contextualSpacing/>
    </w:pPr>
    <w:rPr>
      <w:rFonts w:eastAsiaTheme="majorEastAsia" w:cstheme="majorBidi"/>
      <w:b/>
      <w:caps/>
      <w:color w:val="auto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6E3D10"/>
    <w:rPr>
      <w:rFonts w:eastAsiaTheme="majorEastAsia" w:cstheme="majorBidi"/>
      <w:b/>
      <w:caps/>
      <w:color w:val="auto"/>
      <w:sz w:val="24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3DE3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3DE3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65A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65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1465A"/>
  </w:style>
  <w:style w:type="paragraph" w:styleId="BlockText">
    <w:name w:val="Block Text"/>
    <w:basedOn w:val="Normal"/>
    <w:uiPriority w:val="99"/>
    <w:semiHidden/>
    <w:unhideWhenUsed/>
    <w:rsid w:val="0061465A"/>
    <w:pPr>
      <w:pBdr>
        <w:top w:val="single" w:sz="2" w:space="10" w:color="141414" w:themeColor="accent1"/>
        <w:left w:val="single" w:sz="2" w:space="10" w:color="141414" w:themeColor="accent1"/>
        <w:bottom w:val="single" w:sz="2" w:space="10" w:color="141414" w:themeColor="accent1"/>
        <w:right w:val="single" w:sz="2" w:space="10" w:color="141414" w:themeColor="accent1"/>
      </w:pBdr>
      <w:ind w:left="1152" w:right="1152"/>
    </w:pPr>
    <w:rPr>
      <w:rFonts w:eastAsiaTheme="minorEastAsia"/>
      <w:i/>
      <w:iCs/>
      <w:color w:val="14141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146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465A"/>
  </w:style>
  <w:style w:type="paragraph" w:styleId="BodyText2">
    <w:name w:val="Body Text 2"/>
    <w:basedOn w:val="Normal"/>
    <w:link w:val="BodyText2Char"/>
    <w:uiPriority w:val="99"/>
    <w:semiHidden/>
    <w:unhideWhenUsed/>
    <w:rsid w:val="006146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1465A"/>
  </w:style>
  <w:style w:type="paragraph" w:styleId="BodyText3">
    <w:name w:val="Body Text 3"/>
    <w:basedOn w:val="Normal"/>
    <w:link w:val="BodyText3Char"/>
    <w:uiPriority w:val="99"/>
    <w:semiHidden/>
    <w:unhideWhenUsed/>
    <w:rsid w:val="006146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146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1465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1465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146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1465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1465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1465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1465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1465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1465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146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F56EC8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465A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1465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1465A"/>
  </w:style>
  <w:style w:type="table" w:styleId="ColorfulGrid">
    <w:name w:val="Colorful Grid"/>
    <w:basedOn w:val="TableNormal"/>
    <w:uiPriority w:val="73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</w:rPr>
      <w:tblPr/>
      <w:tcPr>
        <w:shd w:val="clear" w:color="auto" w:fill="A1A1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1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1465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1465A"/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1465A"/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1465A"/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1465A"/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1465A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1465A"/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0C" w:themeColor="accent1" w:themeShade="99"/>
          <w:insideV w:val="nil"/>
        </w:tcBorders>
        <w:shd w:val="clear" w:color="auto" w:fill="0C0C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1" w:themeFillShade="99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89898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146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5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1465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1465A"/>
    <w:rPr>
      <w:color w:val="FFFFFF" w:themeColor="background1"/>
    </w:rPr>
    <w:tblPr>
      <w:tblStyleRowBandSize w:val="1"/>
      <w:tblStyleColBandSize w:val="1"/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09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E0E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1465A"/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1465A"/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1465A"/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1465A"/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1465A"/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465A"/>
  </w:style>
  <w:style w:type="character" w:customStyle="1" w:styleId="DateChar">
    <w:name w:val="Date Char"/>
    <w:basedOn w:val="DefaultParagraphFont"/>
    <w:link w:val="Date"/>
    <w:uiPriority w:val="99"/>
    <w:semiHidden/>
    <w:rsid w:val="0061465A"/>
  </w:style>
  <w:style w:type="paragraph" w:styleId="DocumentMap">
    <w:name w:val="Document Map"/>
    <w:basedOn w:val="Normal"/>
    <w:link w:val="DocumentMapChar"/>
    <w:uiPriority w:val="99"/>
    <w:semiHidden/>
    <w:unhideWhenUsed/>
    <w:rsid w:val="0061465A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465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1465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1465A"/>
  </w:style>
  <w:style w:type="character" w:styleId="Emphasis">
    <w:name w:val="Emphasis"/>
    <w:basedOn w:val="DefaultParagraphFont"/>
    <w:uiPriority w:val="20"/>
    <w:semiHidden/>
    <w:unhideWhenUsed/>
    <w:qFormat/>
    <w:rsid w:val="0061465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146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465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46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1465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1465A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1465A"/>
    <w:rPr>
      <w:color w:val="91919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146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465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65A"/>
    <w:rPr>
      <w:szCs w:val="20"/>
    </w:rPr>
  </w:style>
  <w:style w:type="table" w:styleId="GridTable1Light">
    <w:name w:val="Grid Table 1 Light"/>
    <w:basedOn w:val="TableNormal"/>
    <w:uiPriority w:val="46"/>
    <w:rsid w:val="0061465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1465A"/>
    <w:tblPr>
      <w:tblStyleRowBandSize w:val="1"/>
      <w:tblStyleColBandSize w:val="1"/>
      <w:tblBorders>
        <w:top w:val="single" w:sz="4" w:space="0" w:color="A1A1A1" w:themeColor="accent1" w:themeTint="66"/>
        <w:left w:val="single" w:sz="4" w:space="0" w:color="A1A1A1" w:themeColor="accent1" w:themeTint="66"/>
        <w:bottom w:val="single" w:sz="4" w:space="0" w:color="A1A1A1" w:themeColor="accent1" w:themeTint="66"/>
        <w:right w:val="single" w:sz="4" w:space="0" w:color="A1A1A1" w:themeColor="accent1" w:themeTint="66"/>
        <w:insideH w:val="single" w:sz="4" w:space="0" w:color="A1A1A1" w:themeColor="accent1" w:themeTint="66"/>
        <w:insideV w:val="single" w:sz="4" w:space="0" w:color="A1A1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1465A"/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1465A"/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1465A"/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1465A"/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1465A"/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1465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1465A"/>
    <w:tblPr>
      <w:tblStyleRowBandSize w:val="1"/>
      <w:tblStyleColBandSize w:val="1"/>
      <w:tblBorders>
        <w:top w:val="single" w:sz="2" w:space="0" w:color="727272" w:themeColor="accent1" w:themeTint="99"/>
        <w:bottom w:val="single" w:sz="2" w:space="0" w:color="727272" w:themeColor="accent1" w:themeTint="99"/>
        <w:insideH w:val="single" w:sz="2" w:space="0" w:color="727272" w:themeColor="accent1" w:themeTint="99"/>
        <w:insideV w:val="single" w:sz="2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72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1465A"/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1465A"/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1465A"/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1465A"/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1465A"/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146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146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A1A1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146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146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146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146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146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146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1465A"/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1465A"/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1465A"/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1465A"/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1465A"/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1465A"/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146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1465A"/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1465A"/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1465A"/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1465A"/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1465A"/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1465A"/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E3D10"/>
    <w:rPr>
      <w:rFonts w:asciiTheme="majorHAnsi" w:eastAsiaTheme="majorEastAsia" w:hAnsiTheme="majorHAnsi" w:cstheme="majorBidi"/>
      <w:i/>
      <w:color w:val="595959" w:themeColor="accent2" w:themeShade="80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D10"/>
    <w:rPr>
      <w:rFonts w:asciiTheme="majorHAnsi" w:eastAsiaTheme="majorEastAsia" w:hAnsiTheme="majorHAnsi" w:cstheme="majorBidi"/>
      <w:iCs/>
      <w:caps/>
      <w:color w:val="595959" w:themeColor="accent2" w:themeShade="80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D10"/>
    <w:rPr>
      <w:rFonts w:asciiTheme="majorHAnsi" w:eastAsiaTheme="majorEastAsia" w:hAnsiTheme="majorHAnsi" w:cstheme="majorBidi"/>
      <w:color w:val="4E4E4E" w:themeColor="accent1" w:themeTint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D10"/>
    <w:rPr>
      <w:rFonts w:asciiTheme="majorHAnsi" w:eastAsiaTheme="majorEastAsia" w:hAnsiTheme="majorHAnsi" w:cstheme="majorBidi"/>
      <w:i/>
      <w:color w:val="4E4E4E" w:themeColor="accent1" w:themeTint="B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D10"/>
    <w:rPr>
      <w:rFonts w:asciiTheme="majorHAnsi" w:eastAsiaTheme="majorEastAsia" w:hAnsiTheme="majorHAnsi" w:cstheme="majorBidi"/>
      <w:iCs/>
      <w:caps/>
      <w:color w:val="4E4E4E" w:themeColor="accen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D10"/>
    <w:rPr>
      <w:rFonts w:asciiTheme="majorHAnsi" w:eastAsiaTheme="majorEastAsia" w:hAnsiTheme="majorHAnsi" w:cstheme="majorBidi"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D10"/>
    <w:rPr>
      <w:rFonts w:asciiTheme="majorHAnsi" w:eastAsiaTheme="majorEastAsia" w:hAnsiTheme="majorHAnsi" w:cstheme="majorBidi"/>
      <w:i/>
      <w:iCs/>
      <w:color w:val="auto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1465A"/>
  </w:style>
  <w:style w:type="paragraph" w:styleId="HTMLAddress">
    <w:name w:val="HTML Address"/>
    <w:basedOn w:val="Normal"/>
    <w:link w:val="HTMLAddressChar"/>
    <w:uiPriority w:val="99"/>
    <w:semiHidden/>
    <w:unhideWhenUsed/>
    <w:rsid w:val="0061465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1465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146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146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146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146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465A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46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146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146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1465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1465A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1465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1465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1465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1465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1465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1465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1465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1465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1465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146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1465A"/>
    <w:rPr>
      <w:i/>
      <w:iCs/>
      <w:color w:val="14141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56EC8"/>
    <w:pPr>
      <w:pBdr>
        <w:top w:val="single" w:sz="4" w:space="10" w:color="141414" w:themeColor="accent1"/>
        <w:bottom w:val="single" w:sz="4" w:space="10" w:color="141414" w:themeColor="accent1"/>
      </w:pBdr>
      <w:spacing w:before="360" w:after="360"/>
      <w:jc w:val="center"/>
    </w:pPr>
    <w:rPr>
      <w:i/>
      <w:iCs/>
      <w:color w:val="14141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56EC8"/>
    <w:rPr>
      <w:i/>
      <w:iCs/>
      <w:color w:val="141414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56EC8"/>
    <w:rPr>
      <w:b/>
      <w:bCs/>
      <w:caps w:val="0"/>
      <w:smallCaps/>
      <w:color w:val="141414" w:themeColor="accent1"/>
      <w:spacing w:val="0"/>
    </w:rPr>
  </w:style>
  <w:style w:type="table" w:styleId="LightGrid">
    <w:name w:val="Light Grid"/>
    <w:basedOn w:val="TableNormal"/>
    <w:uiPriority w:val="62"/>
    <w:semiHidden/>
    <w:unhideWhenUsed/>
    <w:rsid w:val="006146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1465A"/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1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  <w:shd w:val="clear" w:color="auto" w:fill="C4C4C4" w:themeFill="accent1" w:themeFillTint="3F"/>
      </w:tcPr>
    </w:tblStylePr>
    <w:tblStylePr w:type="band2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1465A"/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1465A"/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1465A"/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1465A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1465A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146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1465A"/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1465A"/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1465A"/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1465A"/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1465A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1465A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146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1465A"/>
    <w:rPr>
      <w:color w:val="0E0E0E" w:themeColor="accent1" w:themeShade="BF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1465A"/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1465A"/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1465A"/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1465A"/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1465A"/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1465A"/>
  </w:style>
  <w:style w:type="paragraph" w:styleId="List">
    <w:name w:val="List"/>
    <w:basedOn w:val="Normal"/>
    <w:uiPriority w:val="99"/>
    <w:semiHidden/>
    <w:unhideWhenUsed/>
    <w:rsid w:val="0061465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1465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1465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1465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1465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1465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1465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1465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1465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1465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1465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1465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1465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1465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1465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1465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1465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1465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1465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1465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1465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146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146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146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146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146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146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146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61465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1465A"/>
    <w:tblPr>
      <w:tblStyleRowBandSize w:val="1"/>
      <w:tblStyleColBandSize w:val="1"/>
      <w:tblBorders>
        <w:top w:val="single" w:sz="4" w:space="0" w:color="727272" w:themeColor="accent1" w:themeTint="99"/>
        <w:bottom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1465A"/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1465A"/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1465A"/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1465A"/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1465A"/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141414" w:themeColor="accent1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14" w:themeColor="accent1"/>
          <w:right w:val="single" w:sz="4" w:space="0" w:color="141414" w:themeColor="accent1"/>
        </w:tcBorders>
      </w:tcPr>
    </w:tblStylePr>
    <w:tblStylePr w:type="band1Horz">
      <w:tblPr/>
      <w:tcPr>
        <w:tcBorders>
          <w:top w:val="single" w:sz="4" w:space="0" w:color="141414" w:themeColor="accent1"/>
          <w:bottom w:val="single" w:sz="4" w:space="0" w:color="14141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14" w:themeColor="accent1"/>
          <w:left w:val="nil"/>
        </w:tcBorders>
      </w:tcPr>
    </w:tblStylePr>
    <w:tblStylePr w:type="swCell">
      <w:tblPr/>
      <w:tcPr>
        <w:tcBorders>
          <w:top w:val="double" w:sz="4" w:space="0" w:color="14141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1465A"/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1465A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1465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1465A"/>
    <w:rPr>
      <w:color w:val="FFFFFF" w:themeColor="background1"/>
    </w:rPr>
    <w:tblPr>
      <w:tblStyleRowBandSize w:val="1"/>
      <w:tblStyleColBandSize w:val="1"/>
      <w:tblBorders>
        <w:top w:val="single" w:sz="24" w:space="0" w:color="141414" w:themeColor="accent1"/>
        <w:left w:val="single" w:sz="24" w:space="0" w:color="141414" w:themeColor="accent1"/>
        <w:bottom w:val="single" w:sz="24" w:space="0" w:color="141414" w:themeColor="accent1"/>
        <w:right w:val="single" w:sz="24" w:space="0" w:color="141414" w:themeColor="accent1"/>
      </w:tblBorders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1465A"/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1465A"/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1465A"/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1465A"/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1465A"/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1465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1465A"/>
    <w:rPr>
      <w:color w:val="0E0E0E" w:themeColor="accent1" w:themeShade="BF"/>
    </w:rPr>
    <w:tblPr>
      <w:tblStyleRowBandSize w:val="1"/>
      <w:tblStyleColBandSize w:val="1"/>
      <w:tblBorders>
        <w:top w:val="single" w:sz="4" w:space="0" w:color="141414" w:themeColor="accent1"/>
        <w:bottom w:val="single" w:sz="4" w:space="0" w:color="14141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1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1465A"/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1465A"/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1465A"/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1465A"/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1465A"/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1465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1465A"/>
    <w:rPr>
      <w:color w:val="0E0E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1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1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1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1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1465A"/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1465A"/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1465A"/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1465A"/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1465A"/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146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146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146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1465A"/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  <w:insideV w:val="single" w:sz="8" w:space="0" w:color="4E4E4E" w:themeColor="accent1" w:themeTint="BF"/>
      </w:tblBorders>
    </w:tblPr>
    <w:tcPr>
      <w:shd w:val="clear" w:color="auto" w:fill="C4C4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4E4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1465A"/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1465A"/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1465A"/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1465A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1465A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cPr>
      <w:shd w:val="clear" w:color="auto" w:fill="C4C4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0D0" w:themeFill="accent1" w:themeFillTint="33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tcBorders>
          <w:insideH w:val="single" w:sz="6" w:space="0" w:color="141414" w:themeColor="accent1"/>
          <w:insideV w:val="single" w:sz="6" w:space="0" w:color="141414" w:themeColor="accent1"/>
        </w:tcBorders>
        <w:shd w:val="clear" w:color="auto" w:fill="89898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146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146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C4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898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898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146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146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146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146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146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1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shd w:val="clear" w:color="auto" w:fill="C4C4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1465A"/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1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1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1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C4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1465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146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1465A"/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C4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1465A"/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1465A"/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1465A"/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1465A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1465A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146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146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146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146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146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146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146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146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146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1465A"/>
  </w:style>
  <w:style w:type="paragraph" w:styleId="NormalWeb">
    <w:name w:val="Normal (Web)"/>
    <w:basedOn w:val="Normal"/>
    <w:uiPriority w:val="99"/>
    <w:semiHidden/>
    <w:unhideWhenUsed/>
    <w:rsid w:val="006146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146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1465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1465A"/>
  </w:style>
  <w:style w:type="character" w:styleId="PageNumber">
    <w:name w:val="page number"/>
    <w:basedOn w:val="DefaultParagraphFont"/>
    <w:uiPriority w:val="99"/>
    <w:semiHidden/>
    <w:unhideWhenUsed/>
    <w:rsid w:val="0061465A"/>
  </w:style>
  <w:style w:type="table" w:styleId="PlainTable1">
    <w:name w:val="Plain Table 1"/>
    <w:basedOn w:val="TableNormal"/>
    <w:uiPriority w:val="41"/>
    <w:rsid w:val="0061465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1465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1465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1465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1465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1465A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1465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F56EC8"/>
    <w:pPr>
      <w:spacing w:before="200" w:after="16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56EC8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1465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1465A"/>
  </w:style>
  <w:style w:type="paragraph" w:styleId="Signature">
    <w:name w:val="Signature"/>
    <w:basedOn w:val="Normal"/>
    <w:link w:val="SignatureChar"/>
    <w:uiPriority w:val="99"/>
    <w:semiHidden/>
    <w:unhideWhenUsed/>
    <w:rsid w:val="0061465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1465A"/>
  </w:style>
  <w:style w:type="character" w:styleId="SubtleEmphasis">
    <w:name w:val="Subtle Emphasis"/>
    <w:basedOn w:val="DefaultParagraphFont"/>
    <w:uiPriority w:val="19"/>
    <w:semiHidden/>
    <w:unhideWhenUsed/>
    <w:qFormat/>
    <w:rsid w:val="006146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146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1465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1465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1465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146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146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1465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1465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1465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1465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1465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1465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1465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146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1465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146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1465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1465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1465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1465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1465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1465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146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146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146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1465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146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146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1465A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1465A"/>
  </w:style>
  <w:style w:type="table" w:styleId="TableProfessional">
    <w:name w:val="Table Professional"/>
    <w:basedOn w:val="TableNormal"/>
    <w:uiPriority w:val="99"/>
    <w:semiHidden/>
    <w:unhideWhenUsed/>
    <w:rsid w:val="006146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146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146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146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146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14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1465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1465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1465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146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146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146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146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146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146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146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146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146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1465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6EC8"/>
    <w:pPr>
      <w:outlineLvl w:val="9"/>
    </w:pPr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el\Downloads\DRAFT%20POSTING\Team%20Roster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CFC2D891BB74D2289AD93ECC8280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29030-A20D-49D6-96F2-C2F10C30BBCC}"/>
      </w:docPartPr>
      <w:docPartBody>
        <w:p w:rsidR="00E93CEE" w:rsidRDefault="00C830D9">
          <w:pPr>
            <w:pStyle w:val="0CFC2D891BB74D2289AD93ECC8280BD7"/>
          </w:pPr>
          <w:r w:rsidRPr="00341DA5">
            <w:t>Team Contact List. Double-Click “Your Team’s sports club” in the header to add your team’s name</w:t>
          </w:r>
        </w:p>
      </w:docPartBody>
    </w:docPart>
    <w:docPart>
      <w:docPartPr>
        <w:name w:val="ACE5FC94CABE4E1EA74874658E0A0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603B3-9CE4-4071-AA05-A563A85340C9}"/>
      </w:docPartPr>
      <w:docPartBody>
        <w:p w:rsidR="00E93CEE" w:rsidRDefault="00C830D9">
          <w:pPr>
            <w:pStyle w:val="ACE5FC94CABE4E1EA74874658E0A037E"/>
          </w:pPr>
          <w:r>
            <w:t>player name</w:t>
          </w:r>
        </w:p>
      </w:docPartBody>
    </w:docPart>
    <w:docPart>
      <w:docPartPr>
        <w:name w:val="02529147A3104497A96A33F3FC63F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625D7-E789-4A1D-AB08-28A8FD79B7F8}"/>
      </w:docPartPr>
      <w:docPartBody>
        <w:p w:rsidR="00E93CEE" w:rsidRDefault="00C830D9">
          <w:pPr>
            <w:pStyle w:val="02529147A3104497A96A33F3FC63FC7E"/>
          </w:pPr>
          <w:r>
            <w:t>guardian Name</w:t>
          </w:r>
        </w:p>
      </w:docPartBody>
    </w:docPart>
    <w:docPart>
      <w:docPartPr>
        <w:name w:val="183B1605E59F4DFB8B40C6856FB48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18A64-FA1B-49E4-9B8C-28CDA81A356A}"/>
      </w:docPartPr>
      <w:docPartBody>
        <w:p w:rsidR="00E93CEE" w:rsidRDefault="00C830D9">
          <w:pPr>
            <w:pStyle w:val="183B1605E59F4DFB8B40C6856FB480EE"/>
          </w:pPr>
          <w:r>
            <w:t>phone (home)</w:t>
          </w:r>
        </w:p>
      </w:docPartBody>
    </w:docPart>
    <w:docPart>
      <w:docPartPr>
        <w:name w:val="4C575B665FCC40D5817315669BB88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2C1DD-EADD-4098-BABE-37DB8031D7FD}"/>
      </w:docPartPr>
      <w:docPartBody>
        <w:p w:rsidR="00E93CEE" w:rsidRDefault="00C830D9">
          <w:pPr>
            <w:pStyle w:val="4C575B665FCC40D5817315669BB8862E"/>
          </w:pPr>
          <w:r>
            <w:t>Phone (cell)</w:t>
          </w:r>
        </w:p>
      </w:docPartBody>
    </w:docPart>
    <w:docPart>
      <w:docPartPr>
        <w:name w:val="375F995B104B4FC2A103C6D27FD3D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4CC5E-1AA1-4EDD-BC15-5DD6A23075DD}"/>
      </w:docPartPr>
      <w:docPartBody>
        <w:p w:rsidR="00E93CEE" w:rsidRDefault="00C830D9">
          <w:pPr>
            <w:pStyle w:val="375F995B104B4FC2A103C6D27FD3D58F"/>
          </w:pPr>
          <w:r>
            <w:t>email</w:t>
          </w:r>
        </w:p>
      </w:docPartBody>
    </w:docPart>
    <w:docPart>
      <w:docPartPr>
        <w:name w:val="3D06B284A02C425B9F903CD7356BC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2D34A-F2EC-423E-AE3E-918F535371C1}"/>
      </w:docPartPr>
      <w:docPartBody>
        <w:p w:rsidR="00E93CEE" w:rsidRDefault="00C830D9">
          <w:pPr>
            <w:pStyle w:val="3D06B284A02C425B9F903CD7356BC8C2"/>
          </w:pPr>
          <w:r w:rsidRPr="006E772E">
            <w:t>Player Name</w:t>
          </w:r>
          <w:r>
            <w:t xml:space="preserve"> 1</w:t>
          </w:r>
        </w:p>
      </w:docPartBody>
    </w:docPart>
    <w:docPart>
      <w:docPartPr>
        <w:name w:val="6EF99A35AA704F76A04E4B8DA5604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9A0E4-D994-4AC5-97DF-5C2649F2ED20}"/>
      </w:docPartPr>
      <w:docPartBody>
        <w:p w:rsidR="00E93CEE" w:rsidRDefault="00C830D9">
          <w:pPr>
            <w:pStyle w:val="6EF99A35AA704F76A04E4B8DA5604D66"/>
          </w:pPr>
          <w:r>
            <w:t>Guardian Name 1</w:t>
          </w:r>
        </w:p>
      </w:docPartBody>
    </w:docPart>
    <w:docPart>
      <w:docPartPr>
        <w:name w:val="A02DE71882FA406E811AC2CEC6C644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382BFC-6235-4224-AA2D-746B04AA4A93}"/>
      </w:docPartPr>
      <w:docPartBody>
        <w:p w:rsidR="00E93CEE" w:rsidRDefault="00C830D9">
          <w:pPr>
            <w:pStyle w:val="A02DE71882FA406E811AC2CEC6C64423"/>
          </w:pPr>
          <w:r w:rsidRPr="00024231">
            <w:t>Phone (Home) 1</w:t>
          </w:r>
        </w:p>
      </w:docPartBody>
    </w:docPart>
    <w:docPart>
      <w:docPartPr>
        <w:name w:val="C47FB93ACF5148A183BAD8A2A82D1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9B5DD-9ED3-4963-9568-CEAD1CDA1EFA}"/>
      </w:docPartPr>
      <w:docPartBody>
        <w:p w:rsidR="00E93CEE" w:rsidRDefault="00C830D9">
          <w:pPr>
            <w:pStyle w:val="C47FB93ACF5148A183BAD8A2A82D1CD9"/>
          </w:pPr>
          <w:r w:rsidRPr="00024231">
            <w:t>Phone</w:t>
          </w:r>
          <w:r>
            <w:t xml:space="preserve"> (Cell)</w:t>
          </w:r>
          <w:r w:rsidRPr="00024231">
            <w:t xml:space="preserve"> 1</w:t>
          </w:r>
        </w:p>
      </w:docPartBody>
    </w:docPart>
    <w:docPart>
      <w:docPartPr>
        <w:name w:val="F5EC66C754FC4885877DF64AF7B0B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194A0-8828-419F-B872-9664F44DDE16}"/>
      </w:docPartPr>
      <w:docPartBody>
        <w:p w:rsidR="00E93CEE" w:rsidRDefault="00C830D9">
          <w:pPr>
            <w:pStyle w:val="F5EC66C754FC4885877DF64AF7B0BC25"/>
          </w:pPr>
          <w:r>
            <w:t xml:space="preserve">Email </w:t>
          </w:r>
          <w:r w:rsidRPr="00024231">
            <w:t>1</w:t>
          </w:r>
        </w:p>
      </w:docPartBody>
    </w:docPart>
    <w:docPart>
      <w:docPartPr>
        <w:name w:val="C24AAF549D5B431D838736522896C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98667-BD7D-4D07-B485-1BE2C18DA998}"/>
      </w:docPartPr>
      <w:docPartBody>
        <w:p w:rsidR="00E93CEE" w:rsidRDefault="00C830D9">
          <w:pPr>
            <w:pStyle w:val="C24AAF549D5B431D838736522896C599"/>
          </w:pPr>
          <w:r w:rsidRPr="000532E6">
            <w:t>Player Name</w:t>
          </w:r>
          <w:r>
            <w:t xml:space="preserve"> 2</w:t>
          </w:r>
        </w:p>
      </w:docPartBody>
    </w:docPart>
    <w:docPart>
      <w:docPartPr>
        <w:name w:val="8581A1925B0F4EF082EFFA07F4D1A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EA235-1E77-419A-AB47-30D6C00416D0}"/>
      </w:docPartPr>
      <w:docPartBody>
        <w:p w:rsidR="00E93CEE" w:rsidRDefault="00C830D9">
          <w:pPr>
            <w:pStyle w:val="8581A1925B0F4EF082EFFA07F4D1A0BE"/>
          </w:pPr>
          <w:r>
            <w:t>Guardian Name 2</w:t>
          </w:r>
        </w:p>
      </w:docPartBody>
    </w:docPart>
    <w:docPart>
      <w:docPartPr>
        <w:name w:val="1B92AE92BAF54EA88C4FF17F1FF8D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D92AE-8C47-40AF-BF32-C5CDE976DE25}"/>
      </w:docPartPr>
      <w:docPartBody>
        <w:p w:rsidR="00E93CEE" w:rsidRDefault="00C830D9">
          <w:pPr>
            <w:pStyle w:val="1B92AE92BAF54EA88C4FF17F1FF8D13A"/>
          </w:pPr>
          <w:r>
            <w:t>Phone (Home) 2</w:t>
          </w:r>
        </w:p>
      </w:docPartBody>
    </w:docPart>
    <w:docPart>
      <w:docPartPr>
        <w:name w:val="8B861A31FB8E46B2A5CAFFA8929CB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41559-B6EF-4FC6-80E4-D227110DF0E8}"/>
      </w:docPartPr>
      <w:docPartBody>
        <w:p w:rsidR="00E93CEE" w:rsidRDefault="00C830D9">
          <w:pPr>
            <w:pStyle w:val="8B861A31FB8E46B2A5CAFFA8929CBC72"/>
          </w:pPr>
          <w:r>
            <w:t>Phone (Cell) 2</w:t>
          </w:r>
        </w:p>
      </w:docPartBody>
    </w:docPart>
    <w:docPart>
      <w:docPartPr>
        <w:name w:val="BA886EC0D35C4CC8BEA8F83B44DCB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F696B-2E63-4DC0-8CF0-71E52A92EFC1}"/>
      </w:docPartPr>
      <w:docPartBody>
        <w:p w:rsidR="00E93CEE" w:rsidRDefault="00C830D9">
          <w:pPr>
            <w:pStyle w:val="BA886EC0D35C4CC8BEA8F83B44DCBBEA"/>
          </w:pPr>
          <w:r>
            <w:t>Email 2</w:t>
          </w:r>
        </w:p>
      </w:docPartBody>
    </w:docPart>
    <w:docPart>
      <w:docPartPr>
        <w:name w:val="43333EBFD2A54BC8B0BDA4A90A81C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C46D3-7B33-4E5D-94E7-728E00216EFB}"/>
      </w:docPartPr>
      <w:docPartBody>
        <w:p w:rsidR="00E93CEE" w:rsidRDefault="00C830D9">
          <w:pPr>
            <w:pStyle w:val="43333EBFD2A54BC8B0BDA4A90A81CC7E"/>
          </w:pPr>
          <w:r w:rsidRPr="000532E6">
            <w:t>Player Name</w:t>
          </w:r>
          <w:r>
            <w:t xml:space="preserve"> 3</w:t>
          </w:r>
        </w:p>
      </w:docPartBody>
    </w:docPart>
    <w:docPart>
      <w:docPartPr>
        <w:name w:val="49D27ED25427437EBEF55CF69EE88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17BEF-CF50-40CF-810B-320322E6CFB6}"/>
      </w:docPartPr>
      <w:docPartBody>
        <w:p w:rsidR="00E93CEE" w:rsidRDefault="00C830D9">
          <w:pPr>
            <w:pStyle w:val="49D27ED25427437EBEF55CF69EE8852F"/>
          </w:pPr>
          <w:r>
            <w:t>Guardian Name 3</w:t>
          </w:r>
        </w:p>
      </w:docPartBody>
    </w:docPart>
    <w:docPart>
      <w:docPartPr>
        <w:name w:val="AC39D97964BE43E89D2BA18986817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D1CAA-DFA3-4743-B91A-BA5A2F4D54BF}"/>
      </w:docPartPr>
      <w:docPartBody>
        <w:p w:rsidR="00E93CEE" w:rsidRDefault="00C830D9">
          <w:pPr>
            <w:pStyle w:val="AC39D97964BE43E89D2BA18986817EEF"/>
          </w:pPr>
          <w:r>
            <w:t>Phone (Home) 3</w:t>
          </w:r>
        </w:p>
      </w:docPartBody>
    </w:docPart>
    <w:docPart>
      <w:docPartPr>
        <w:name w:val="01C9A59F73754C8C922F130044BB1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345B2-A5C6-49E1-999A-6E1919325B46}"/>
      </w:docPartPr>
      <w:docPartBody>
        <w:p w:rsidR="00E93CEE" w:rsidRDefault="00C830D9">
          <w:pPr>
            <w:pStyle w:val="01C9A59F73754C8C922F130044BB1E7B"/>
          </w:pPr>
          <w:r>
            <w:t>Phone (Cell) 3</w:t>
          </w:r>
        </w:p>
      </w:docPartBody>
    </w:docPart>
    <w:docPart>
      <w:docPartPr>
        <w:name w:val="04AC51E497AA4A58AFF0C2E8B35AC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0967B-1B91-4CAE-957B-7DDF7CBF2A80}"/>
      </w:docPartPr>
      <w:docPartBody>
        <w:p w:rsidR="00E93CEE" w:rsidRDefault="00C830D9">
          <w:pPr>
            <w:pStyle w:val="04AC51E497AA4A58AFF0C2E8B35AC6DC"/>
          </w:pPr>
          <w:r>
            <w:t>Email 3</w:t>
          </w:r>
        </w:p>
      </w:docPartBody>
    </w:docPart>
    <w:docPart>
      <w:docPartPr>
        <w:name w:val="4BFDCC11FB3B4E4681607F9ED701D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8C3EE-B9F7-47F7-A0C0-FD497DA9FE12}"/>
      </w:docPartPr>
      <w:docPartBody>
        <w:p w:rsidR="00E93CEE" w:rsidRDefault="00C830D9">
          <w:pPr>
            <w:pStyle w:val="4BFDCC11FB3B4E4681607F9ED701D037"/>
          </w:pPr>
          <w:r w:rsidRPr="000532E6">
            <w:t>Player Name</w:t>
          </w:r>
          <w:r>
            <w:t xml:space="preserve"> 4</w:t>
          </w:r>
        </w:p>
      </w:docPartBody>
    </w:docPart>
    <w:docPart>
      <w:docPartPr>
        <w:name w:val="96780BD4B5E341858D913255FF410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A017C-9C91-46A9-9DD5-2435BFC123A2}"/>
      </w:docPartPr>
      <w:docPartBody>
        <w:p w:rsidR="00E93CEE" w:rsidRDefault="00C830D9">
          <w:pPr>
            <w:pStyle w:val="96780BD4B5E341858D913255FF410E90"/>
          </w:pPr>
          <w:r>
            <w:t>Guardian Name 4</w:t>
          </w:r>
        </w:p>
      </w:docPartBody>
    </w:docPart>
    <w:docPart>
      <w:docPartPr>
        <w:name w:val="6FF08E31597E4ADDB6572801261C2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3D622-18E3-4929-9380-C3B86E69A76C}"/>
      </w:docPartPr>
      <w:docPartBody>
        <w:p w:rsidR="00E93CEE" w:rsidRDefault="00C830D9">
          <w:pPr>
            <w:pStyle w:val="6FF08E31597E4ADDB6572801261C232D"/>
          </w:pPr>
          <w:r>
            <w:t>Phone (Home) 4</w:t>
          </w:r>
        </w:p>
      </w:docPartBody>
    </w:docPart>
    <w:docPart>
      <w:docPartPr>
        <w:name w:val="ECE4B4D26DAA49F58DDD6487748A6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07F7E-8FF2-4469-8119-E18CE847C988}"/>
      </w:docPartPr>
      <w:docPartBody>
        <w:p w:rsidR="00E93CEE" w:rsidRDefault="00C830D9">
          <w:pPr>
            <w:pStyle w:val="ECE4B4D26DAA49F58DDD6487748A6AC0"/>
          </w:pPr>
          <w:r>
            <w:t>Phone (Cell) 4</w:t>
          </w:r>
        </w:p>
      </w:docPartBody>
    </w:docPart>
    <w:docPart>
      <w:docPartPr>
        <w:name w:val="899D46A0AFCD4AC489848870EB3DE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0458F-F8D2-4A2C-85B7-163D8B1AB672}"/>
      </w:docPartPr>
      <w:docPartBody>
        <w:p w:rsidR="00E93CEE" w:rsidRDefault="00C830D9">
          <w:pPr>
            <w:pStyle w:val="899D46A0AFCD4AC489848870EB3DE54A"/>
          </w:pPr>
          <w:r>
            <w:t>Email 4</w:t>
          </w:r>
        </w:p>
      </w:docPartBody>
    </w:docPart>
    <w:docPart>
      <w:docPartPr>
        <w:name w:val="D64A391338164C2B9B990766FA637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865D7-0270-4EF4-B6BB-EA5CB8210DDF}"/>
      </w:docPartPr>
      <w:docPartBody>
        <w:p w:rsidR="00E93CEE" w:rsidRDefault="00C830D9">
          <w:pPr>
            <w:pStyle w:val="D64A391338164C2B9B990766FA637B18"/>
          </w:pPr>
          <w:r w:rsidRPr="000532E6">
            <w:t>Player Name</w:t>
          </w:r>
          <w:r>
            <w:t xml:space="preserve"> 5</w:t>
          </w:r>
        </w:p>
      </w:docPartBody>
    </w:docPart>
    <w:docPart>
      <w:docPartPr>
        <w:name w:val="2476862DCD924C84820101A90D9EA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B6EF8-0275-40AA-8059-5F5EDD462841}"/>
      </w:docPartPr>
      <w:docPartBody>
        <w:p w:rsidR="00E93CEE" w:rsidRDefault="00C830D9">
          <w:pPr>
            <w:pStyle w:val="2476862DCD924C84820101A90D9EAC6F"/>
          </w:pPr>
          <w:r>
            <w:t>Guardian Name 5</w:t>
          </w:r>
        </w:p>
      </w:docPartBody>
    </w:docPart>
    <w:docPart>
      <w:docPartPr>
        <w:name w:val="AEC6BC4A247F4A95A544447FD9053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CBD58-C6AD-481C-B1F3-4C18FE308474}"/>
      </w:docPartPr>
      <w:docPartBody>
        <w:p w:rsidR="00E93CEE" w:rsidRDefault="00C830D9">
          <w:pPr>
            <w:pStyle w:val="AEC6BC4A247F4A95A544447FD9053A92"/>
          </w:pPr>
          <w:r>
            <w:t>Phone (Home) 5</w:t>
          </w:r>
        </w:p>
      </w:docPartBody>
    </w:docPart>
    <w:docPart>
      <w:docPartPr>
        <w:name w:val="046C1358D7744707AC493041D0D39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0A0BA-E084-43E3-88D2-C5FB6E01B46D}"/>
      </w:docPartPr>
      <w:docPartBody>
        <w:p w:rsidR="00E93CEE" w:rsidRDefault="00C830D9">
          <w:pPr>
            <w:pStyle w:val="046C1358D7744707AC493041D0D398E3"/>
          </w:pPr>
          <w:r>
            <w:t>Phone (Cell) 5</w:t>
          </w:r>
        </w:p>
      </w:docPartBody>
    </w:docPart>
    <w:docPart>
      <w:docPartPr>
        <w:name w:val="7AC5D8726D8A48A1AC7B7E01CEB41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A4CFF-AD78-484D-BB96-ACEA3DA228D4}"/>
      </w:docPartPr>
      <w:docPartBody>
        <w:p w:rsidR="00E93CEE" w:rsidRDefault="00C830D9">
          <w:pPr>
            <w:pStyle w:val="7AC5D8726D8A48A1AC7B7E01CEB41150"/>
          </w:pPr>
          <w:r>
            <w:t>Email 5</w:t>
          </w:r>
        </w:p>
      </w:docPartBody>
    </w:docPart>
    <w:docPart>
      <w:docPartPr>
        <w:name w:val="056F2E5933EE498FA2688C595A070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C565-7044-4143-BAAC-8F779CFC1C1A}"/>
      </w:docPartPr>
      <w:docPartBody>
        <w:p w:rsidR="00E93CEE" w:rsidRDefault="00C830D9">
          <w:pPr>
            <w:pStyle w:val="056F2E5933EE498FA2688C595A070C74"/>
          </w:pPr>
          <w:r w:rsidRPr="000532E6">
            <w:t>Player Name</w:t>
          </w:r>
          <w:r>
            <w:t xml:space="preserve"> 6</w:t>
          </w:r>
        </w:p>
      </w:docPartBody>
    </w:docPart>
    <w:docPart>
      <w:docPartPr>
        <w:name w:val="9FD7BC3AE7BB467B86FC60BA4E0FE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D4AC5-69EA-4A72-B64D-F54F1631C952}"/>
      </w:docPartPr>
      <w:docPartBody>
        <w:p w:rsidR="00E93CEE" w:rsidRDefault="00C830D9">
          <w:pPr>
            <w:pStyle w:val="9FD7BC3AE7BB467B86FC60BA4E0FEB14"/>
          </w:pPr>
          <w:r>
            <w:t>Guardian Name 6</w:t>
          </w:r>
        </w:p>
      </w:docPartBody>
    </w:docPart>
    <w:docPart>
      <w:docPartPr>
        <w:name w:val="54A0F3FC1E4B49E6AE4EEC492F6B6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6D4ED-853E-4EE7-8D85-342D068EB090}"/>
      </w:docPartPr>
      <w:docPartBody>
        <w:p w:rsidR="00E93CEE" w:rsidRDefault="00C830D9">
          <w:pPr>
            <w:pStyle w:val="54A0F3FC1E4B49E6AE4EEC492F6B6C48"/>
          </w:pPr>
          <w:r>
            <w:t>Phone (Home) 6</w:t>
          </w:r>
        </w:p>
      </w:docPartBody>
    </w:docPart>
    <w:docPart>
      <w:docPartPr>
        <w:name w:val="C23588208C21403A8CE14B574FF0B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20E9E-27FE-4BF5-9C0A-AF9A899202F0}"/>
      </w:docPartPr>
      <w:docPartBody>
        <w:p w:rsidR="00E93CEE" w:rsidRDefault="00C830D9">
          <w:pPr>
            <w:pStyle w:val="C23588208C21403A8CE14B574FF0BC78"/>
          </w:pPr>
          <w:r>
            <w:t>Phone (Cell) 6</w:t>
          </w:r>
        </w:p>
      </w:docPartBody>
    </w:docPart>
    <w:docPart>
      <w:docPartPr>
        <w:name w:val="60C2E9EDF7604595BBADC55D64E91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415C6-1AC1-4FE8-A83C-53164A3C8F43}"/>
      </w:docPartPr>
      <w:docPartBody>
        <w:p w:rsidR="00E93CEE" w:rsidRDefault="00C830D9">
          <w:pPr>
            <w:pStyle w:val="60C2E9EDF7604595BBADC55D64E9171A"/>
          </w:pPr>
          <w:r>
            <w:t>Email 6</w:t>
          </w:r>
        </w:p>
      </w:docPartBody>
    </w:docPart>
    <w:docPart>
      <w:docPartPr>
        <w:name w:val="8F793E561A83469F8B21413F04473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4A0D5-DF9F-474D-9CA8-F35D194C5797}"/>
      </w:docPartPr>
      <w:docPartBody>
        <w:p w:rsidR="00E93CEE" w:rsidRDefault="00C830D9">
          <w:pPr>
            <w:pStyle w:val="8F793E561A83469F8B21413F04473381"/>
          </w:pPr>
          <w:r w:rsidRPr="000532E6">
            <w:t>Player Name</w:t>
          </w:r>
          <w:r>
            <w:t xml:space="preserve"> 7</w:t>
          </w:r>
        </w:p>
      </w:docPartBody>
    </w:docPart>
    <w:docPart>
      <w:docPartPr>
        <w:name w:val="DB22D1BD58524651B1EB311125E8A1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71D1E-E1D7-4EF3-B4E1-66F3F00B2335}"/>
      </w:docPartPr>
      <w:docPartBody>
        <w:p w:rsidR="00E93CEE" w:rsidRDefault="00C830D9">
          <w:pPr>
            <w:pStyle w:val="DB22D1BD58524651B1EB311125E8A192"/>
          </w:pPr>
          <w:r>
            <w:t>Guardian Name 7</w:t>
          </w:r>
        </w:p>
      </w:docPartBody>
    </w:docPart>
    <w:docPart>
      <w:docPartPr>
        <w:name w:val="9E211188D9344595A1A9A72F07DE0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04579-B48C-4CFB-B905-6221D4500B2B}"/>
      </w:docPartPr>
      <w:docPartBody>
        <w:p w:rsidR="00E93CEE" w:rsidRDefault="00C830D9">
          <w:pPr>
            <w:pStyle w:val="9E211188D9344595A1A9A72F07DE092D"/>
          </w:pPr>
          <w:r>
            <w:t>Phone (Home) 7</w:t>
          </w:r>
        </w:p>
      </w:docPartBody>
    </w:docPart>
    <w:docPart>
      <w:docPartPr>
        <w:name w:val="51D4B6571F324534991C16448839A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3922B-6756-4E4E-AE19-511AFA1DAFEB}"/>
      </w:docPartPr>
      <w:docPartBody>
        <w:p w:rsidR="00E93CEE" w:rsidRDefault="00C830D9">
          <w:pPr>
            <w:pStyle w:val="51D4B6571F324534991C16448839A55C"/>
          </w:pPr>
          <w:r>
            <w:t>Phone (Cell) 7</w:t>
          </w:r>
        </w:p>
      </w:docPartBody>
    </w:docPart>
    <w:docPart>
      <w:docPartPr>
        <w:name w:val="6E2327A16EAA455DB5930BA06C7AA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D271A-24A9-460E-815D-6FBFA733BB61}"/>
      </w:docPartPr>
      <w:docPartBody>
        <w:p w:rsidR="00E93CEE" w:rsidRDefault="00C830D9">
          <w:pPr>
            <w:pStyle w:val="6E2327A16EAA455DB5930BA06C7AA397"/>
          </w:pPr>
          <w:r>
            <w:t>Email 7</w:t>
          </w:r>
        </w:p>
      </w:docPartBody>
    </w:docPart>
    <w:docPart>
      <w:docPartPr>
        <w:name w:val="B07B660E5AE44D088F4388CD1C856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78A88-1706-4ACE-AECB-B152599B832A}"/>
      </w:docPartPr>
      <w:docPartBody>
        <w:p w:rsidR="00E93CEE" w:rsidRDefault="00C830D9">
          <w:pPr>
            <w:pStyle w:val="B07B660E5AE44D088F4388CD1C856BBA"/>
          </w:pPr>
          <w:r w:rsidRPr="000532E6">
            <w:t>Player Name</w:t>
          </w:r>
          <w:r>
            <w:t xml:space="preserve"> 8</w:t>
          </w:r>
        </w:p>
      </w:docPartBody>
    </w:docPart>
    <w:docPart>
      <w:docPartPr>
        <w:name w:val="C3863CAD46B4483A8FAFF64FEA9B6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E353C-7C58-4251-AC05-C8E4CFF351D4}"/>
      </w:docPartPr>
      <w:docPartBody>
        <w:p w:rsidR="00E93CEE" w:rsidRDefault="00C830D9">
          <w:pPr>
            <w:pStyle w:val="C3863CAD46B4483A8FAFF64FEA9B6108"/>
          </w:pPr>
          <w:r>
            <w:t>Guardian Name 8</w:t>
          </w:r>
        </w:p>
      </w:docPartBody>
    </w:docPart>
    <w:docPart>
      <w:docPartPr>
        <w:name w:val="E7E7F3580107400B909E42F7F6DCE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9415C-9976-41DE-B6EE-C4EFF690DA02}"/>
      </w:docPartPr>
      <w:docPartBody>
        <w:p w:rsidR="00E93CEE" w:rsidRDefault="00C830D9">
          <w:pPr>
            <w:pStyle w:val="E7E7F3580107400B909E42F7F6DCE0AC"/>
          </w:pPr>
          <w:r>
            <w:t>Phone (Home) 8</w:t>
          </w:r>
        </w:p>
      </w:docPartBody>
    </w:docPart>
    <w:docPart>
      <w:docPartPr>
        <w:name w:val="B7B2BEC4B6D24770ABF4AAC0F1945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88221-DD05-4FFF-AAAA-43BFE505A5EC}"/>
      </w:docPartPr>
      <w:docPartBody>
        <w:p w:rsidR="00E93CEE" w:rsidRDefault="00C830D9">
          <w:pPr>
            <w:pStyle w:val="B7B2BEC4B6D24770ABF4AAC0F1945AC8"/>
          </w:pPr>
          <w:r>
            <w:t>Phone (Cell) 8</w:t>
          </w:r>
        </w:p>
      </w:docPartBody>
    </w:docPart>
    <w:docPart>
      <w:docPartPr>
        <w:name w:val="1610C599AD0A4EE6827DFC99B80A2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EAE3B-AF91-456D-A108-0651BC93E20D}"/>
      </w:docPartPr>
      <w:docPartBody>
        <w:p w:rsidR="00E93CEE" w:rsidRDefault="00C830D9">
          <w:pPr>
            <w:pStyle w:val="1610C599AD0A4EE6827DFC99B80A21A1"/>
          </w:pPr>
          <w:r>
            <w:t>Email 8</w:t>
          </w:r>
        </w:p>
      </w:docPartBody>
    </w:docPart>
    <w:docPart>
      <w:docPartPr>
        <w:name w:val="7C9A85BAC8474471AE1C94FE4086A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D3145-A56C-44F4-9498-44562AD2E051}"/>
      </w:docPartPr>
      <w:docPartBody>
        <w:p w:rsidR="00E93CEE" w:rsidRDefault="00C830D9">
          <w:pPr>
            <w:pStyle w:val="7C9A85BAC8474471AE1C94FE4086A6BD"/>
          </w:pPr>
          <w:r w:rsidRPr="000532E6">
            <w:t>Player Name</w:t>
          </w:r>
          <w:r>
            <w:t xml:space="preserve"> 9</w:t>
          </w:r>
        </w:p>
      </w:docPartBody>
    </w:docPart>
    <w:docPart>
      <w:docPartPr>
        <w:name w:val="640E4EBCFE1E4C06BFF9C4B30FD65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C33AC-13C3-4DC2-A3AB-B0EFC272C635}"/>
      </w:docPartPr>
      <w:docPartBody>
        <w:p w:rsidR="00E93CEE" w:rsidRDefault="00C830D9">
          <w:pPr>
            <w:pStyle w:val="640E4EBCFE1E4C06BFF9C4B30FD659F7"/>
          </w:pPr>
          <w:r>
            <w:t>Guardian Name 9</w:t>
          </w:r>
        </w:p>
      </w:docPartBody>
    </w:docPart>
    <w:docPart>
      <w:docPartPr>
        <w:name w:val="077098B75D3C42D2A6FA615DD364B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E4DB4-BEFD-4BAA-A30A-2C735117705F}"/>
      </w:docPartPr>
      <w:docPartBody>
        <w:p w:rsidR="00E93CEE" w:rsidRDefault="00C830D9">
          <w:pPr>
            <w:pStyle w:val="077098B75D3C42D2A6FA615DD364B3E5"/>
          </w:pPr>
          <w:r>
            <w:t>Phone (Home) 9</w:t>
          </w:r>
        </w:p>
      </w:docPartBody>
    </w:docPart>
    <w:docPart>
      <w:docPartPr>
        <w:name w:val="9475C21F22F9407E91DAB7C67C48C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7CA59-01DE-4E18-B43E-B2E0C7CAF8B2}"/>
      </w:docPartPr>
      <w:docPartBody>
        <w:p w:rsidR="00E93CEE" w:rsidRDefault="00C830D9">
          <w:pPr>
            <w:pStyle w:val="9475C21F22F9407E91DAB7C67C48CE48"/>
          </w:pPr>
          <w:r>
            <w:t>Phone (Cell) 9</w:t>
          </w:r>
        </w:p>
      </w:docPartBody>
    </w:docPart>
    <w:docPart>
      <w:docPartPr>
        <w:name w:val="CF7CB8DDFB3D4E1DBE92617774109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5CB60-9FDC-4C72-9DB5-6C735316F688}"/>
      </w:docPartPr>
      <w:docPartBody>
        <w:p w:rsidR="00E93CEE" w:rsidRDefault="00C830D9">
          <w:pPr>
            <w:pStyle w:val="CF7CB8DDFB3D4E1DBE926177741096B7"/>
          </w:pPr>
          <w:r>
            <w:t>Email 9</w:t>
          </w:r>
        </w:p>
      </w:docPartBody>
    </w:docPart>
    <w:docPart>
      <w:docPartPr>
        <w:name w:val="C098B61FC7C94AC0A11961D35CF1D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B2AD7-03BD-4383-98B8-94403EFAF4E0}"/>
      </w:docPartPr>
      <w:docPartBody>
        <w:p w:rsidR="00E93CEE" w:rsidRDefault="00C830D9">
          <w:pPr>
            <w:pStyle w:val="C098B61FC7C94AC0A11961D35CF1D939"/>
          </w:pPr>
          <w:r w:rsidRPr="000532E6">
            <w:t>Player Name</w:t>
          </w:r>
          <w:r>
            <w:t xml:space="preserve"> 10</w:t>
          </w:r>
        </w:p>
      </w:docPartBody>
    </w:docPart>
    <w:docPart>
      <w:docPartPr>
        <w:name w:val="1E5DBC2A2049432EAA4D3C6B7135E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9210F-8715-4752-AF50-E7410BE5F79C}"/>
      </w:docPartPr>
      <w:docPartBody>
        <w:p w:rsidR="00E93CEE" w:rsidRDefault="00C830D9">
          <w:pPr>
            <w:pStyle w:val="1E5DBC2A2049432EAA4D3C6B7135E09E"/>
          </w:pPr>
          <w:r>
            <w:t>Guardian Name 10</w:t>
          </w:r>
        </w:p>
      </w:docPartBody>
    </w:docPart>
    <w:docPart>
      <w:docPartPr>
        <w:name w:val="8A5915A1EB154149A8F692B611422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2808E-9E6F-4D0E-8CD2-146FCB815B05}"/>
      </w:docPartPr>
      <w:docPartBody>
        <w:p w:rsidR="00E93CEE" w:rsidRDefault="00C830D9">
          <w:pPr>
            <w:pStyle w:val="8A5915A1EB154149A8F692B6114224D2"/>
          </w:pPr>
          <w:r w:rsidRPr="00EA38FF">
            <w:t>Phone (Home) 1</w:t>
          </w:r>
          <w:r>
            <w:t>0</w:t>
          </w:r>
        </w:p>
      </w:docPartBody>
    </w:docPart>
    <w:docPart>
      <w:docPartPr>
        <w:name w:val="793AF8265FEA409FABD40804DDC3F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790D6-A389-4AEB-B459-4A9437CF8C95}"/>
      </w:docPartPr>
      <w:docPartBody>
        <w:p w:rsidR="00E93CEE" w:rsidRDefault="00C830D9">
          <w:pPr>
            <w:pStyle w:val="793AF8265FEA409FABD40804DDC3F7DB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0</w:t>
          </w:r>
        </w:p>
      </w:docPartBody>
    </w:docPart>
    <w:docPart>
      <w:docPartPr>
        <w:name w:val="18B87A1DB89044FF9A5605CAE4D7C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D4AC0-A7F0-484D-BF4F-844DCF81A1F7}"/>
      </w:docPartPr>
      <w:docPartBody>
        <w:p w:rsidR="00E93CEE" w:rsidRDefault="00C830D9">
          <w:pPr>
            <w:pStyle w:val="18B87A1DB89044FF9A5605CAE4D7C39C"/>
          </w:pPr>
          <w:r>
            <w:t xml:space="preserve">Email </w:t>
          </w:r>
          <w:r w:rsidRPr="00EA38FF">
            <w:t>1</w:t>
          </w:r>
          <w:r>
            <w:t>0</w:t>
          </w:r>
        </w:p>
      </w:docPartBody>
    </w:docPart>
    <w:docPart>
      <w:docPartPr>
        <w:name w:val="1E74C60A3087401E9EEEE7CC1514B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EF9AE-5622-4387-939B-19ECCCA8A316}"/>
      </w:docPartPr>
      <w:docPartBody>
        <w:p w:rsidR="00E93CEE" w:rsidRDefault="00C830D9">
          <w:pPr>
            <w:pStyle w:val="1E74C60A3087401E9EEEE7CC1514B622"/>
          </w:pPr>
          <w:r w:rsidRPr="000532E6">
            <w:t>Player Name 1</w:t>
          </w:r>
          <w:r>
            <w:t>1</w:t>
          </w:r>
        </w:p>
      </w:docPartBody>
    </w:docPart>
    <w:docPart>
      <w:docPartPr>
        <w:name w:val="277768B9E64745F6A1BDEB5FF57F8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45620-6258-4110-B941-F18F492D2364}"/>
      </w:docPartPr>
      <w:docPartBody>
        <w:p w:rsidR="00E93CEE" w:rsidRDefault="00C830D9">
          <w:pPr>
            <w:pStyle w:val="277768B9E64745F6A1BDEB5FF57F894A"/>
          </w:pPr>
          <w:r>
            <w:t xml:space="preserve">Guardian Name </w:t>
          </w:r>
          <w:r w:rsidRPr="000532E6">
            <w:t>1</w:t>
          </w:r>
          <w:r>
            <w:t>1</w:t>
          </w:r>
        </w:p>
      </w:docPartBody>
    </w:docPart>
    <w:docPart>
      <w:docPartPr>
        <w:name w:val="AF0FB7A5C4E54B289B539020396C8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2D3FC-476E-45A2-A53C-D64C95D960F5}"/>
      </w:docPartPr>
      <w:docPartBody>
        <w:p w:rsidR="00E93CEE" w:rsidRDefault="00C830D9">
          <w:pPr>
            <w:pStyle w:val="AF0FB7A5C4E54B289B539020396C8889"/>
          </w:pPr>
          <w:r w:rsidRPr="00EA38FF">
            <w:t>Phone (Home) 1</w:t>
          </w:r>
          <w:r>
            <w:t>1</w:t>
          </w:r>
        </w:p>
      </w:docPartBody>
    </w:docPart>
    <w:docPart>
      <w:docPartPr>
        <w:name w:val="61D65183412041CEBAE9DA09A3046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8BAF9-8AF8-4A45-8B05-DF0F1538E3DE}"/>
      </w:docPartPr>
      <w:docPartBody>
        <w:p w:rsidR="00E93CEE" w:rsidRDefault="00C830D9">
          <w:pPr>
            <w:pStyle w:val="61D65183412041CEBAE9DA09A3046BCD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1</w:t>
          </w:r>
        </w:p>
      </w:docPartBody>
    </w:docPart>
    <w:docPart>
      <w:docPartPr>
        <w:name w:val="5FFC22C4F903453EA38BF79DF2B9A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DC5BC-1B13-4844-9446-AF7C96745D1C}"/>
      </w:docPartPr>
      <w:docPartBody>
        <w:p w:rsidR="00E93CEE" w:rsidRDefault="00C830D9">
          <w:pPr>
            <w:pStyle w:val="5FFC22C4F903453EA38BF79DF2B9A8C5"/>
          </w:pPr>
          <w:r>
            <w:t xml:space="preserve">Email </w:t>
          </w:r>
          <w:r w:rsidRPr="00EA38FF">
            <w:t>1</w:t>
          </w:r>
          <w:r>
            <w:t>1</w:t>
          </w:r>
        </w:p>
      </w:docPartBody>
    </w:docPart>
    <w:docPart>
      <w:docPartPr>
        <w:name w:val="6F3C80D76A6543D78B21C4A64B759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7E9B8-E894-46E9-BDCD-BA81CF319AC5}"/>
      </w:docPartPr>
      <w:docPartBody>
        <w:p w:rsidR="00E93CEE" w:rsidRDefault="00C830D9">
          <w:pPr>
            <w:pStyle w:val="6F3C80D76A6543D78B21C4A64B759614"/>
          </w:pPr>
          <w:r w:rsidRPr="000532E6">
            <w:t>Player Name 1</w:t>
          </w:r>
          <w:r>
            <w:t>2</w:t>
          </w:r>
        </w:p>
      </w:docPartBody>
    </w:docPart>
    <w:docPart>
      <w:docPartPr>
        <w:name w:val="9EC0DAB0260248B1B4CA617EB426D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5F480-265F-4891-839E-1B3B6F51E8B6}"/>
      </w:docPartPr>
      <w:docPartBody>
        <w:p w:rsidR="00E93CEE" w:rsidRDefault="00C830D9">
          <w:pPr>
            <w:pStyle w:val="9EC0DAB0260248B1B4CA617EB426D1BC"/>
          </w:pPr>
          <w:r>
            <w:t xml:space="preserve">Guardian Name </w:t>
          </w:r>
          <w:r w:rsidRPr="000532E6">
            <w:t>1</w:t>
          </w:r>
          <w:r>
            <w:t>2</w:t>
          </w:r>
        </w:p>
      </w:docPartBody>
    </w:docPart>
    <w:docPart>
      <w:docPartPr>
        <w:name w:val="D3BE6E4AF1C7464B94C5765B51A96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B3F5E-CFA1-4509-B534-4222B27B8133}"/>
      </w:docPartPr>
      <w:docPartBody>
        <w:p w:rsidR="00E93CEE" w:rsidRDefault="00C830D9">
          <w:pPr>
            <w:pStyle w:val="D3BE6E4AF1C7464B94C5765B51A96463"/>
          </w:pPr>
          <w:r w:rsidRPr="00EA38FF">
            <w:t>Phone (Home) 1</w:t>
          </w:r>
          <w:r>
            <w:t>2</w:t>
          </w:r>
        </w:p>
      </w:docPartBody>
    </w:docPart>
    <w:docPart>
      <w:docPartPr>
        <w:name w:val="4E3D01A5FF264500A7037F20EF565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52D3A-35FF-40C1-8A1F-76DE08DC8B93}"/>
      </w:docPartPr>
      <w:docPartBody>
        <w:p w:rsidR="00E93CEE" w:rsidRDefault="00C830D9">
          <w:pPr>
            <w:pStyle w:val="4E3D01A5FF264500A7037F20EF5652FB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2</w:t>
          </w:r>
        </w:p>
      </w:docPartBody>
    </w:docPart>
    <w:docPart>
      <w:docPartPr>
        <w:name w:val="2D8495208494476D854DC4E37B867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6013E-D2B0-4D4E-ABA6-2C010E17FE55}"/>
      </w:docPartPr>
      <w:docPartBody>
        <w:p w:rsidR="00E93CEE" w:rsidRDefault="00C830D9">
          <w:pPr>
            <w:pStyle w:val="2D8495208494476D854DC4E37B8672E4"/>
          </w:pPr>
          <w:r>
            <w:t xml:space="preserve">Email </w:t>
          </w:r>
          <w:r w:rsidRPr="00EA38FF">
            <w:t>1</w:t>
          </w:r>
          <w:r>
            <w:t>2</w:t>
          </w:r>
        </w:p>
      </w:docPartBody>
    </w:docPart>
    <w:docPart>
      <w:docPartPr>
        <w:name w:val="E90305B631E84350AAF2D2C896E0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4B359-212D-4FA9-B196-8581157158F6}"/>
      </w:docPartPr>
      <w:docPartBody>
        <w:p w:rsidR="00E93CEE" w:rsidRDefault="00C830D9">
          <w:pPr>
            <w:pStyle w:val="E90305B631E84350AAF2D2C896E08F4C"/>
          </w:pPr>
          <w:r w:rsidRPr="000532E6">
            <w:t>Player Name 1</w:t>
          </w:r>
          <w:r>
            <w:t>3</w:t>
          </w:r>
        </w:p>
      </w:docPartBody>
    </w:docPart>
    <w:docPart>
      <w:docPartPr>
        <w:name w:val="D4C62CE5F3F8477297B42C8E916D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0540B-1928-493B-97D8-CB57361EF2A0}"/>
      </w:docPartPr>
      <w:docPartBody>
        <w:p w:rsidR="00E93CEE" w:rsidRDefault="00C830D9">
          <w:pPr>
            <w:pStyle w:val="D4C62CE5F3F8477297B42C8E916D4E55"/>
          </w:pPr>
          <w:r>
            <w:t xml:space="preserve">Guardian Name </w:t>
          </w:r>
          <w:r w:rsidRPr="000532E6">
            <w:t>1</w:t>
          </w:r>
          <w:r>
            <w:t>3</w:t>
          </w:r>
        </w:p>
      </w:docPartBody>
    </w:docPart>
    <w:docPart>
      <w:docPartPr>
        <w:name w:val="74DC6649D7FD4D279EE90082F7D32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74928-413A-495B-BD0E-98BBFEBB2DEA}"/>
      </w:docPartPr>
      <w:docPartBody>
        <w:p w:rsidR="00E93CEE" w:rsidRDefault="00C830D9">
          <w:pPr>
            <w:pStyle w:val="74DC6649D7FD4D279EE90082F7D32F5D"/>
          </w:pPr>
          <w:r w:rsidRPr="00EA38FF">
            <w:t>Phone (Home) 1</w:t>
          </w:r>
          <w:r>
            <w:t>3</w:t>
          </w:r>
        </w:p>
      </w:docPartBody>
    </w:docPart>
    <w:docPart>
      <w:docPartPr>
        <w:name w:val="81696B984C2343A0A182CD6443CF2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492FF-3D93-41F6-A2F5-20678CF21950}"/>
      </w:docPartPr>
      <w:docPartBody>
        <w:p w:rsidR="00E93CEE" w:rsidRDefault="00C830D9">
          <w:pPr>
            <w:pStyle w:val="81696B984C2343A0A182CD6443CF278C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3</w:t>
          </w:r>
        </w:p>
      </w:docPartBody>
    </w:docPart>
    <w:docPart>
      <w:docPartPr>
        <w:name w:val="7A63C406CBBF465DB182B34DC9371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EC881-B48C-4ADF-997C-DC5FBFC9D38C}"/>
      </w:docPartPr>
      <w:docPartBody>
        <w:p w:rsidR="00E93CEE" w:rsidRDefault="00C830D9">
          <w:pPr>
            <w:pStyle w:val="7A63C406CBBF465DB182B34DC9371138"/>
          </w:pPr>
          <w:r>
            <w:t xml:space="preserve">Email </w:t>
          </w:r>
          <w:r w:rsidRPr="00EA38FF">
            <w:t>1</w:t>
          </w:r>
          <w:r>
            <w:t>3</w:t>
          </w:r>
        </w:p>
      </w:docPartBody>
    </w:docPart>
    <w:docPart>
      <w:docPartPr>
        <w:name w:val="C2CEBD7573E14AD995979B67B3A79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F2F2B-05C8-405F-9271-4CC599BE7A91}"/>
      </w:docPartPr>
      <w:docPartBody>
        <w:p w:rsidR="00E93CEE" w:rsidRDefault="00C830D9">
          <w:pPr>
            <w:pStyle w:val="C2CEBD7573E14AD995979B67B3A79E38"/>
          </w:pPr>
          <w:r w:rsidRPr="000532E6">
            <w:t>Player Name 1</w:t>
          </w:r>
          <w:r>
            <w:t>4</w:t>
          </w:r>
        </w:p>
      </w:docPartBody>
    </w:docPart>
    <w:docPart>
      <w:docPartPr>
        <w:name w:val="49C467F3F8F14657A9849B1CD9DB9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EDA9-7ACC-4D34-9096-3392880E38D2}"/>
      </w:docPartPr>
      <w:docPartBody>
        <w:p w:rsidR="00E93CEE" w:rsidRDefault="00C830D9">
          <w:pPr>
            <w:pStyle w:val="49C467F3F8F14657A9849B1CD9DB9EBB"/>
          </w:pPr>
          <w:r>
            <w:t xml:space="preserve">Guardian Name </w:t>
          </w:r>
          <w:r w:rsidRPr="000532E6">
            <w:t>1</w:t>
          </w:r>
          <w:r>
            <w:t>4</w:t>
          </w:r>
        </w:p>
      </w:docPartBody>
    </w:docPart>
    <w:docPart>
      <w:docPartPr>
        <w:name w:val="C9B2FCEFBF80407486C46D49932A9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0ACE6-8D82-4B6F-93BB-9FAD544889DE}"/>
      </w:docPartPr>
      <w:docPartBody>
        <w:p w:rsidR="00E93CEE" w:rsidRDefault="00C830D9">
          <w:pPr>
            <w:pStyle w:val="C9B2FCEFBF80407486C46D49932A9FB2"/>
          </w:pPr>
          <w:r w:rsidRPr="00EA38FF">
            <w:t>Phone (Home) 1</w:t>
          </w:r>
          <w:r>
            <w:t>4</w:t>
          </w:r>
        </w:p>
      </w:docPartBody>
    </w:docPart>
    <w:docPart>
      <w:docPartPr>
        <w:name w:val="7EEB798B7C8643F19513F04C1D6C60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F4D9F-F2E5-48DC-9BB7-1D0C04ACE12F}"/>
      </w:docPartPr>
      <w:docPartBody>
        <w:p w:rsidR="00E93CEE" w:rsidRDefault="00C830D9">
          <w:pPr>
            <w:pStyle w:val="7EEB798B7C8643F19513F04C1D6C60D7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4</w:t>
          </w:r>
        </w:p>
      </w:docPartBody>
    </w:docPart>
    <w:docPart>
      <w:docPartPr>
        <w:name w:val="A87D8713FD8E4DF7B91B60E954BD1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F1BAF-050D-4B83-9955-EBA27CBD1247}"/>
      </w:docPartPr>
      <w:docPartBody>
        <w:p w:rsidR="00E93CEE" w:rsidRDefault="00C830D9">
          <w:pPr>
            <w:pStyle w:val="A87D8713FD8E4DF7B91B60E954BD1959"/>
          </w:pPr>
          <w:r>
            <w:t xml:space="preserve">Email </w:t>
          </w:r>
          <w:r w:rsidRPr="00EA38FF">
            <w:t>1</w:t>
          </w:r>
          <w:r>
            <w:t>4</w:t>
          </w:r>
        </w:p>
      </w:docPartBody>
    </w:docPart>
    <w:docPart>
      <w:docPartPr>
        <w:name w:val="88015473108548D395907F164AA84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2EE6E-8A86-4C7C-BD91-D68A744B3495}"/>
      </w:docPartPr>
      <w:docPartBody>
        <w:p w:rsidR="00E93CEE" w:rsidRDefault="00C830D9">
          <w:pPr>
            <w:pStyle w:val="88015473108548D395907F164AA84AC0"/>
          </w:pPr>
          <w:r w:rsidRPr="000532E6">
            <w:t>Player Name 1</w:t>
          </w:r>
          <w:r>
            <w:t>5</w:t>
          </w:r>
        </w:p>
      </w:docPartBody>
    </w:docPart>
    <w:docPart>
      <w:docPartPr>
        <w:name w:val="1D3828C053D647E3A8E69D3B35FB7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6F9EA-088A-42C7-817B-273E2AB8147D}"/>
      </w:docPartPr>
      <w:docPartBody>
        <w:p w:rsidR="00E93CEE" w:rsidRDefault="00C830D9">
          <w:pPr>
            <w:pStyle w:val="1D3828C053D647E3A8E69D3B35FB79DF"/>
          </w:pPr>
          <w:r>
            <w:t xml:space="preserve">Guardian Name </w:t>
          </w:r>
          <w:r w:rsidRPr="000532E6">
            <w:t>1</w:t>
          </w:r>
          <w:r>
            <w:t>5</w:t>
          </w:r>
        </w:p>
      </w:docPartBody>
    </w:docPart>
    <w:docPart>
      <w:docPartPr>
        <w:name w:val="42252E62F7964ACF9761E8915BD0A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B42C0-C721-47E0-9241-4DCF3C5EA3A6}"/>
      </w:docPartPr>
      <w:docPartBody>
        <w:p w:rsidR="00E93CEE" w:rsidRDefault="00C830D9">
          <w:pPr>
            <w:pStyle w:val="42252E62F7964ACF9761E8915BD0A3E4"/>
          </w:pPr>
          <w:r w:rsidRPr="00EA38FF">
            <w:t>Phone (Home) 1</w:t>
          </w:r>
          <w:r>
            <w:t>5</w:t>
          </w:r>
        </w:p>
      </w:docPartBody>
    </w:docPart>
    <w:docPart>
      <w:docPartPr>
        <w:name w:val="AB014032FDCD429AB49C59E6F55BA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6B9EF-1B85-4501-9733-02B29F26DC13}"/>
      </w:docPartPr>
      <w:docPartBody>
        <w:p w:rsidR="00E93CEE" w:rsidRDefault="00C830D9">
          <w:pPr>
            <w:pStyle w:val="AB014032FDCD429AB49C59E6F55BA538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5</w:t>
          </w:r>
        </w:p>
      </w:docPartBody>
    </w:docPart>
    <w:docPart>
      <w:docPartPr>
        <w:name w:val="E5C1497B2E044DB9942C5F2F0DFD7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6AAF8-55E6-446D-A056-909A2303D2F4}"/>
      </w:docPartPr>
      <w:docPartBody>
        <w:p w:rsidR="00E93CEE" w:rsidRDefault="00C830D9">
          <w:pPr>
            <w:pStyle w:val="E5C1497B2E044DB9942C5F2F0DFD7789"/>
          </w:pPr>
          <w:r>
            <w:t xml:space="preserve">Email </w:t>
          </w:r>
          <w:r w:rsidRPr="00EA38FF">
            <w:t>1</w:t>
          </w:r>
          <w:r>
            <w:t>5</w:t>
          </w:r>
        </w:p>
      </w:docPartBody>
    </w:docPart>
    <w:docPart>
      <w:docPartPr>
        <w:name w:val="568E5065FDC64CDA835C8461427DF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422CA-10FD-44B0-886F-EEA271383660}"/>
      </w:docPartPr>
      <w:docPartBody>
        <w:p w:rsidR="00E93CEE" w:rsidRDefault="00C830D9">
          <w:pPr>
            <w:pStyle w:val="568E5065FDC64CDA835C8461427DF5CB"/>
          </w:pPr>
          <w:r w:rsidRPr="000532E6">
            <w:t>Player Name 1</w:t>
          </w:r>
          <w:r>
            <w:t>6</w:t>
          </w:r>
        </w:p>
      </w:docPartBody>
    </w:docPart>
    <w:docPart>
      <w:docPartPr>
        <w:name w:val="81A43967164441518BF2BBFE6F67B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94C77-84D8-41EE-8986-0674153CFB31}"/>
      </w:docPartPr>
      <w:docPartBody>
        <w:p w:rsidR="00E93CEE" w:rsidRDefault="00C830D9">
          <w:pPr>
            <w:pStyle w:val="81A43967164441518BF2BBFE6F67B7B5"/>
          </w:pPr>
          <w:r>
            <w:t xml:space="preserve">Guardian Name </w:t>
          </w:r>
          <w:r w:rsidRPr="000532E6">
            <w:t>1</w:t>
          </w:r>
          <w:r>
            <w:t>6</w:t>
          </w:r>
        </w:p>
      </w:docPartBody>
    </w:docPart>
    <w:docPart>
      <w:docPartPr>
        <w:name w:val="9276FFE0BE5C46C1B4F59DB52A01B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95870-046B-497C-B30D-FD5A8DE5D014}"/>
      </w:docPartPr>
      <w:docPartBody>
        <w:p w:rsidR="00E93CEE" w:rsidRDefault="00C830D9">
          <w:pPr>
            <w:pStyle w:val="9276FFE0BE5C46C1B4F59DB52A01B418"/>
          </w:pPr>
          <w:r w:rsidRPr="00EA38FF">
            <w:t>Phone (Home) 1</w:t>
          </w:r>
          <w:r>
            <w:t>6</w:t>
          </w:r>
        </w:p>
      </w:docPartBody>
    </w:docPart>
    <w:docPart>
      <w:docPartPr>
        <w:name w:val="79040AC3FC224765AD7945D540957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FF41B-7447-4A7B-94B5-A864FEAC2B1A}"/>
      </w:docPartPr>
      <w:docPartBody>
        <w:p w:rsidR="00E93CEE" w:rsidRDefault="00C830D9">
          <w:pPr>
            <w:pStyle w:val="79040AC3FC224765AD7945D54095777A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6</w:t>
          </w:r>
        </w:p>
      </w:docPartBody>
    </w:docPart>
    <w:docPart>
      <w:docPartPr>
        <w:name w:val="8F95EB38FCD2497F81D264EBCDCF4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D49EE-D78D-42BE-8125-099C600F39DE}"/>
      </w:docPartPr>
      <w:docPartBody>
        <w:p w:rsidR="00E93CEE" w:rsidRDefault="00C830D9">
          <w:pPr>
            <w:pStyle w:val="8F95EB38FCD2497F81D264EBCDCF4230"/>
          </w:pPr>
          <w:r>
            <w:t xml:space="preserve">Email </w:t>
          </w:r>
          <w:r w:rsidRPr="00EA38FF">
            <w:t>1</w:t>
          </w:r>
          <w:r>
            <w:t>6</w:t>
          </w:r>
        </w:p>
      </w:docPartBody>
    </w:docPart>
    <w:docPart>
      <w:docPartPr>
        <w:name w:val="77ABA0D6EF764057ADA516E16D1E2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D2FC0-FEB4-400C-A350-F97FEF87A582}"/>
      </w:docPartPr>
      <w:docPartBody>
        <w:p w:rsidR="00E93CEE" w:rsidRDefault="00C830D9">
          <w:pPr>
            <w:pStyle w:val="77ABA0D6EF764057ADA516E16D1E2348"/>
          </w:pPr>
          <w:r w:rsidRPr="000532E6">
            <w:t>Player Name 1</w:t>
          </w:r>
          <w:r>
            <w:t>7</w:t>
          </w:r>
        </w:p>
      </w:docPartBody>
    </w:docPart>
    <w:docPart>
      <w:docPartPr>
        <w:name w:val="C1438E6EB2C446D3871C7D26BB91C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C6D5B-2831-429D-8FF2-897442A05D68}"/>
      </w:docPartPr>
      <w:docPartBody>
        <w:p w:rsidR="00E93CEE" w:rsidRDefault="00C830D9">
          <w:pPr>
            <w:pStyle w:val="C1438E6EB2C446D3871C7D26BB91CDFE"/>
          </w:pPr>
          <w:r>
            <w:t xml:space="preserve">Guardian Name </w:t>
          </w:r>
          <w:r w:rsidRPr="000532E6">
            <w:t>1</w:t>
          </w:r>
          <w:r>
            <w:t>7</w:t>
          </w:r>
        </w:p>
      </w:docPartBody>
    </w:docPart>
    <w:docPart>
      <w:docPartPr>
        <w:name w:val="EB50293F50B448FD9DADBF7168952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872F5-3A8E-402F-A99F-5ED7624CF507}"/>
      </w:docPartPr>
      <w:docPartBody>
        <w:p w:rsidR="00E93CEE" w:rsidRDefault="00C830D9">
          <w:pPr>
            <w:pStyle w:val="EB50293F50B448FD9DADBF716895254B"/>
          </w:pPr>
          <w:r w:rsidRPr="00EA38FF">
            <w:t>Phone (Home) 1</w:t>
          </w:r>
          <w:r>
            <w:t>7</w:t>
          </w:r>
        </w:p>
      </w:docPartBody>
    </w:docPart>
    <w:docPart>
      <w:docPartPr>
        <w:name w:val="94D127B8ED9D4520B9094D01CB988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1A131-13C5-478D-94D8-78996D6186C6}"/>
      </w:docPartPr>
      <w:docPartBody>
        <w:p w:rsidR="00E93CEE" w:rsidRDefault="00C830D9">
          <w:pPr>
            <w:pStyle w:val="94D127B8ED9D4520B9094D01CB988FEB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7</w:t>
          </w:r>
        </w:p>
      </w:docPartBody>
    </w:docPart>
    <w:docPart>
      <w:docPartPr>
        <w:name w:val="D7194A97716C4742AF81E891006AB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B75A4-E088-44B7-8F46-8FC24E32C1A0}"/>
      </w:docPartPr>
      <w:docPartBody>
        <w:p w:rsidR="00E93CEE" w:rsidRDefault="00C830D9">
          <w:pPr>
            <w:pStyle w:val="D7194A97716C4742AF81E891006AB59B"/>
          </w:pPr>
          <w:r>
            <w:t xml:space="preserve">Email </w:t>
          </w:r>
          <w:r w:rsidRPr="00EA38FF">
            <w:t>1</w:t>
          </w:r>
          <w:r>
            <w:t>7</w:t>
          </w:r>
        </w:p>
      </w:docPartBody>
    </w:docPart>
    <w:docPart>
      <w:docPartPr>
        <w:name w:val="C64535F594A34276B9A8AB69C69B4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1F970-2334-4036-B67E-E843E9F7D2E9}"/>
      </w:docPartPr>
      <w:docPartBody>
        <w:p w:rsidR="00E93CEE" w:rsidRDefault="00C830D9">
          <w:pPr>
            <w:pStyle w:val="C64535F594A34276B9A8AB69C69B4670"/>
          </w:pPr>
          <w:r w:rsidRPr="000532E6">
            <w:t>Player Name 1</w:t>
          </w:r>
          <w:r>
            <w:t>8</w:t>
          </w:r>
        </w:p>
      </w:docPartBody>
    </w:docPart>
    <w:docPart>
      <w:docPartPr>
        <w:name w:val="89CF97BEDD2B4215B600D02852DF4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A9E33-A3EB-4777-9BD6-F6A027634451}"/>
      </w:docPartPr>
      <w:docPartBody>
        <w:p w:rsidR="00E93CEE" w:rsidRDefault="00C830D9">
          <w:pPr>
            <w:pStyle w:val="89CF97BEDD2B4215B600D02852DF4D4E"/>
          </w:pPr>
          <w:r>
            <w:t xml:space="preserve">Guardian Name </w:t>
          </w:r>
          <w:r w:rsidRPr="000532E6">
            <w:t>1</w:t>
          </w:r>
          <w:r>
            <w:t>8</w:t>
          </w:r>
        </w:p>
      </w:docPartBody>
    </w:docPart>
    <w:docPart>
      <w:docPartPr>
        <w:name w:val="FF4FF512E44F4E918D0F1355F44D5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7B375-E7E9-46BF-BB96-632EB2DF392F}"/>
      </w:docPartPr>
      <w:docPartBody>
        <w:p w:rsidR="00E93CEE" w:rsidRDefault="00C830D9">
          <w:pPr>
            <w:pStyle w:val="FF4FF512E44F4E918D0F1355F44D58BE"/>
          </w:pPr>
          <w:r w:rsidRPr="00EA38FF">
            <w:t>Phone (Home) 1</w:t>
          </w:r>
          <w:r>
            <w:t>8</w:t>
          </w:r>
        </w:p>
      </w:docPartBody>
    </w:docPart>
    <w:docPart>
      <w:docPartPr>
        <w:name w:val="07AD3686947244B7BBBB0BE304AD6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BB39B-C9F7-4AA0-8C0E-C4C73EAE49F3}"/>
      </w:docPartPr>
      <w:docPartBody>
        <w:p w:rsidR="00E93CEE" w:rsidRDefault="00C830D9">
          <w:pPr>
            <w:pStyle w:val="07AD3686947244B7BBBB0BE304AD6774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8</w:t>
          </w:r>
        </w:p>
      </w:docPartBody>
    </w:docPart>
    <w:docPart>
      <w:docPartPr>
        <w:name w:val="A9D093EADDAC479EB66830FA39C06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8E845-46DB-49BC-B00A-C42AC447ECD9}"/>
      </w:docPartPr>
      <w:docPartBody>
        <w:p w:rsidR="00E93CEE" w:rsidRDefault="00C830D9">
          <w:pPr>
            <w:pStyle w:val="A9D093EADDAC479EB66830FA39C06979"/>
          </w:pPr>
          <w:r>
            <w:t xml:space="preserve">Email </w:t>
          </w:r>
          <w:r w:rsidRPr="00EA38FF">
            <w:t>1</w:t>
          </w:r>
          <w:r>
            <w:t>8</w:t>
          </w:r>
        </w:p>
      </w:docPartBody>
    </w:docPart>
    <w:docPart>
      <w:docPartPr>
        <w:name w:val="C894DC4DA262407E8632F330B268B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F62EC-3DF8-4F96-8684-ABC638212F23}"/>
      </w:docPartPr>
      <w:docPartBody>
        <w:p w:rsidR="00E93CEE" w:rsidRDefault="00C830D9">
          <w:pPr>
            <w:pStyle w:val="C894DC4DA262407E8632F330B268B04A"/>
          </w:pPr>
          <w:r w:rsidRPr="000532E6">
            <w:t>Player Name 1</w:t>
          </w:r>
          <w:r>
            <w:t>9</w:t>
          </w:r>
        </w:p>
      </w:docPartBody>
    </w:docPart>
    <w:docPart>
      <w:docPartPr>
        <w:name w:val="5F1426E2877C468A959AFFEF9CF31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00A88-F5F2-44B8-86CF-8B4D1EEF264F}"/>
      </w:docPartPr>
      <w:docPartBody>
        <w:p w:rsidR="00E93CEE" w:rsidRDefault="00C830D9">
          <w:pPr>
            <w:pStyle w:val="5F1426E2877C468A959AFFEF9CF316C2"/>
          </w:pPr>
          <w:r>
            <w:t xml:space="preserve">Guardian Name </w:t>
          </w:r>
          <w:r w:rsidRPr="000532E6">
            <w:t>1</w:t>
          </w:r>
          <w:r>
            <w:t>9</w:t>
          </w:r>
        </w:p>
      </w:docPartBody>
    </w:docPart>
    <w:docPart>
      <w:docPartPr>
        <w:name w:val="1F91C4E0F2804FEE8A49278374D09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D4464-5E7B-4EFE-B245-E0B1C26445FC}"/>
      </w:docPartPr>
      <w:docPartBody>
        <w:p w:rsidR="00E93CEE" w:rsidRDefault="00C830D9">
          <w:pPr>
            <w:pStyle w:val="1F91C4E0F2804FEE8A49278374D09C0B"/>
          </w:pPr>
          <w:r w:rsidRPr="00EA38FF">
            <w:t>Phone (Home) 1</w:t>
          </w:r>
          <w:r>
            <w:t>9</w:t>
          </w:r>
        </w:p>
      </w:docPartBody>
    </w:docPart>
    <w:docPart>
      <w:docPartPr>
        <w:name w:val="C116C9B1A9574C24901637E990509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A83B2-F015-452E-9949-A83BC96E19B6}"/>
      </w:docPartPr>
      <w:docPartBody>
        <w:p w:rsidR="00E93CEE" w:rsidRDefault="00C830D9">
          <w:pPr>
            <w:pStyle w:val="C116C9B1A9574C24901637E99050906C"/>
          </w:pPr>
          <w:r w:rsidRPr="00EA38FF">
            <w:t>Phone</w:t>
          </w:r>
          <w:r>
            <w:t xml:space="preserve"> (Cell)</w:t>
          </w:r>
          <w:r w:rsidRPr="00EA38FF">
            <w:t xml:space="preserve"> 1</w:t>
          </w:r>
          <w:r>
            <w:t>9</w:t>
          </w:r>
        </w:p>
      </w:docPartBody>
    </w:docPart>
    <w:docPart>
      <w:docPartPr>
        <w:name w:val="7C35DEB751CB4A22BD66158F5973B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A1805-386A-4892-900D-F8BACCBC544C}"/>
      </w:docPartPr>
      <w:docPartBody>
        <w:p w:rsidR="00E93CEE" w:rsidRDefault="00C830D9">
          <w:pPr>
            <w:pStyle w:val="7C35DEB751CB4A22BD66158F5973BAFE"/>
          </w:pPr>
          <w:r>
            <w:t xml:space="preserve">Email </w:t>
          </w:r>
          <w:r w:rsidRPr="00EA38FF">
            <w:t>1</w:t>
          </w:r>
          <w:r>
            <w:t>9</w:t>
          </w:r>
        </w:p>
      </w:docPartBody>
    </w:docPart>
    <w:docPart>
      <w:docPartPr>
        <w:name w:val="4DBAC5A16C814E5B9B74AD30F20B2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D2E1C-D3B3-450E-BF45-A7D959D49B48}"/>
      </w:docPartPr>
      <w:docPartBody>
        <w:p w:rsidR="00E93CEE" w:rsidRDefault="00C830D9">
          <w:pPr>
            <w:pStyle w:val="4DBAC5A16C814E5B9B74AD30F20B2D24"/>
          </w:pPr>
          <w:r w:rsidRPr="000532E6">
            <w:t>Player Name</w:t>
          </w:r>
          <w:r>
            <w:t xml:space="preserve"> 20</w:t>
          </w:r>
        </w:p>
      </w:docPartBody>
    </w:docPart>
    <w:docPart>
      <w:docPartPr>
        <w:name w:val="3830DC7022564E0594DE3494A7031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4C37B-BF76-42CF-8FA5-ED5D53A55A20}"/>
      </w:docPartPr>
      <w:docPartBody>
        <w:p w:rsidR="00E93CEE" w:rsidRDefault="00C830D9">
          <w:pPr>
            <w:pStyle w:val="3830DC7022564E0594DE3494A7031856"/>
          </w:pPr>
          <w:r>
            <w:t>Guardian Name 20</w:t>
          </w:r>
        </w:p>
      </w:docPartBody>
    </w:docPart>
    <w:docPart>
      <w:docPartPr>
        <w:name w:val="374424994F4F46929B416EFB221FB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A5C2-0423-458B-A841-AA0C3F48FA1A}"/>
      </w:docPartPr>
      <w:docPartBody>
        <w:p w:rsidR="00E93CEE" w:rsidRDefault="00C830D9">
          <w:pPr>
            <w:pStyle w:val="374424994F4F46929B416EFB221FBBFF"/>
          </w:pPr>
          <w:r>
            <w:t>Phone (Home) 20</w:t>
          </w:r>
        </w:p>
      </w:docPartBody>
    </w:docPart>
    <w:docPart>
      <w:docPartPr>
        <w:name w:val="18892A7AC25B40AF98E85D9526587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2362E-4FD3-4746-9608-DC89F7B7ADAF}"/>
      </w:docPartPr>
      <w:docPartBody>
        <w:p w:rsidR="00E93CEE" w:rsidRDefault="00C830D9">
          <w:pPr>
            <w:pStyle w:val="18892A7AC25B40AF98E85D9526587390"/>
          </w:pPr>
          <w:r>
            <w:t>Phone (Cell) 20</w:t>
          </w:r>
        </w:p>
      </w:docPartBody>
    </w:docPart>
    <w:docPart>
      <w:docPartPr>
        <w:name w:val="DBECF15885094212AA72469319D6B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F0DD7-78F0-481A-8FDE-454C306B1BB2}"/>
      </w:docPartPr>
      <w:docPartBody>
        <w:p w:rsidR="00E93CEE" w:rsidRDefault="00C830D9">
          <w:pPr>
            <w:pStyle w:val="DBECF15885094212AA72469319D6B2EC"/>
          </w:pPr>
          <w:r>
            <w:t>Email 20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D9"/>
    <w:rsid w:val="004138DC"/>
    <w:rsid w:val="00C830D9"/>
    <w:rsid w:val="00E9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FC2D891BB74D2289AD93ECC8280BD7">
    <w:name w:val="0CFC2D891BB74D2289AD93ECC8280BD7"/>
  </w:style>
  <w:style w:type="paragraph" w:customStyle="1" w:styleId="ACE5FC94CABE4E1EA74874658E0A037E">
    <w:name w:val="ACE5FC94CABE4E1EA74874658E0A037E"/>
  </w:style>
  <w:style w:type="paragraph" w:customStyle="1" w:styleId="02529147A3104497A96A33F3FC63FC7E">
    <w:name w:val="02529147A3104497A96A33F3FC63FC7E"/>
  </w:style>
  <w:style w:type="paragraph" w:customStyle="1" w:styleId="183B1605E59F4DFB8B40C6856FB480EE">
    <w:name w:val="183B1605E59F4DFB8B40C6856FB480EE"/>
  </w:style>
  <w:style w:type="paragraph" w:customStyle="1" w:styleId="4C575B665FCC40D5817315669BB8862E">
    <w:name w:val="4C575B665FCC40D5817315669BB8862E"/>
  </w:style>
  <w:style w:type="paragraph" w:customStyle="1" w:styleId="375F995B104B4FC2A103C6D27FD3D58F">
    <w:name w:val="375F995B104B4FC2A103C6D27FD3D58F"/>
  </w:style>
  <w:style w:type="paragraph" w:customStyle="1" w:styleId="3D06B284A02C425B9F903CD7356BC8C2">
    <w:name w:val="3D06B284A02C425B9F903CD7356BC8C2"/>
  </w:style>
  <w:style w:type="paragraph" w:customStyle="1" w:styleId="6EF99A35AA704F76A04E4B8DA5604D66">
    <w:name w:val="6EF99A35AA704F76A04E4B8DA5604D66"/>
  </w:style>
  <w:style w:type="paragraph" w:customStyle="1" w:styleId="A02DE71882FA406E811AC2CEC6C64423">
    <w:name w:val="A02DE71882FA406E811AC2CEC6C64423"/>
  </w:style>
  <w:style w:type="paragraph" w:customStyle="1" w:styleId="C47FB93ACF5148A183BAD8A2A82D1CD9">
    <w:name w:val="C47FB93ACF5148A183BAD8A2A82D1CD9"/>
  </w:style>
  <w:style w:type="paragraph" w:customStyle="1" w:styleId="F5EC66C754FC4885877DF64AF7B0BC25">
    <w:name w:val="F5EC66C754FC4885877DF64AF7B0BC25"/>
  </w:style>
  <w:style w:type="paragraph" w:customStyle="1" w:styleId="C24AAF549D5B431D838736522896C599">
    <w:name w:val="C24AAF549D5B431D838736522896C599"/>
  </w:style>
  <w:style w:type="paragraph" w:customStyle="1" w:styleId="8581A1925B0F4EF082EFFA07F4D1A0BE">
    <w:name w:val="8581A1925B0F4EF082EFFA07F4D1A0BE"/>
  </w:style>
  <w:style w:type="paragraph" w:customStyle="1" w:styleId="1B92AE92BAF54EA88C4FF17F1FF8D13A">
    <w:name w:val="1B92AE92BAF54EA88C4FF17F1FF8D13A"/>
  </w:style>
  <w:style w:type="paragraph" w:customStyle="1" w:styleId="8B861A31FB8E46B2A5CAFFA8929CBC72">
    <w:name w:val="8B861A31FB8E46B2A5CAFFA8929CBC72"/>
  </w:style>
  <w:style w:type="paragraph" w:customStyle="1" w:styleId="BA886EC0D35C4CC8BEA8F83B44DCBBEA">
    <w:name w:val="BA886EC0D35C4CC8BEA8F83B44DCBBEA"/>
  </w:style>
  <w:style w:type="paragraph" w:customStyle="1" w:styleId="43333EBFD2A54BC8B0BDA4A90A81CC7E">
    <w:name w:val="43333EBFD2A54BC8B0BDA4A90A81CC7E"/>
  </w:style>
  <w:style w:type="paragraph" w:customStyle="1" w:styleId="49D27ED25427437EBEF55CF69EE8852F">
    <w:name w:val="49D27ED25427437EBEF55CF69EE8852F"/>
  </w:style>
  <w:style w:type="paragraph" w:customStyle="1" w:styleId="AC39D97964BE43E89D2BA18986817EEF">
    <w:name w:val="AC39D97964BE43E89D2BA18986817EEF"/>
  </w:style>
  <w:style w:type="paragraph" w:customStyle="1" w:styleId="01C9A59F73754C8C922F130044BB1E7B">
    <w:name w:val="01C9A59F73754C8C922F130044BB1E7B"/>
  </w:style>
  <w:style w:type="paragraph" w:customStyle="1" w:styleId="04AC51E497AA4A58AFF0C2E8B35AC6DC">
    <w:name w:val="04AC51E497AA4A58AFF0C2E8B35AC6DC"/>
  </w:style>
  <w:style w:type="paragraph" w:customStyle="1" w:styleId="4BFDCC11FB3B4E4681607F9ED701D037">
    <w:name w:val="4BFDCC11FB3B4E4681607F9ED701D037"/>
  </w:style>
  <w:style w:type="paragraph" w:customStyle="1" w:styleId="96780BD4B5E341858D913255FF410E90">
    <w:name w:val="96780BD4B5E341858D913255FF410E90"/>
  </w:style>
  <w:style w:type="paragraph" w:customStyle="1" w:styleId="6FF08E31597E4ADDB6572801261C232D">
    <w:name w:val="6FF08E31597E4ADDB6572801261C232D"/>
  </w:style>
  <w:style w:type="paragraph" w:customStyle="1" w:styleId="ECE4B4D26DAA49F58DDD6487748A6AC0">
    <w:name w:val="ECE4B4D26DAA49F58DDD6487748A6AC0"/>
  </w:style>
  <w:style w:type="paragraph" w:customStyle="1" w:styleId="899D46A0AFCD4AC489848870EB3DE54A">
    <w:name w:val="899D46A0AFCD4AC489848870EB3DE54A"/>
  </w:style>
  <w:style w:type="paragraph" w:customStyle="1" w:styleId="D64A391338164C2B9B990766FA637B18">
    <w:name w:val="D64A391338164C2B9B990766FA637B18"/>
  </w:style>
  <w:style w:type="paragraph" w:customStyle="1" w:styleId="2476862DCD924C84820101A90D9EAC6F">
    <w:name w:val="2476862DCD924C84820101A90D9EAC6F"/>
  </w:style>
  <w:style w:type="paragraph" w:customStyle="1" w:styleId="AEC6BC4A247F4A95A544447FD9053A92">
    <w:name w:val="AEC6BC4A247F4A95A544447FD9053A92"/>
  </w:style>
  <w:style w:type="paragraph" w:customStyle="1" w:styleId="046C1358D7744707AC493041D0D398E3">
    <w:name w:val="046C1358D7744707AC493041D0D398E3"/>
  </w:style>
  <w:style w:type="paragraph" w:customStyle="1" w:styleId="7AC5D8726D8A48A1AC7B7E01CEB41150">
    <w:name w:val="7AC5D8726D8A48A1AC7B7E01CEB41150"/>
  </w:style>
  <w:style w:type="paragraph" w:customStyle="1" w:styleId="056F2E5933EE498FA2688C595A070C74">
    <w:name w:val="056F2E5933EE498FA2688C595A070C74"/>
  </w:style>
  <w:style w:type="paragraph" w:customStyle="1" w:styleId="9FD7BC3AE7BB467B86FC60BA4E0FEB14">
    <w:name w:val="9FD7BC3AE7BB467B86FC60BA4E0FEB14"/>
  </w:style>
  <w:style w:type="paragraph" w:customStyle="1" w:styleId="54A0F3FC1E4B49E6AE4EEC492F6B6C48">
    <w:name w:val="54A0F3FC1E4B49E6AE4EEC492F6B6C48"/>
  </w:style>
  <w:style w:type="paragraph" w:customStyle="1" w:styleId="C23588208C21403A8CE14B574FF0BC78">
    <w:name w:val="C23588208C21403A8CE14B574FF0BC78"/>
  </w:style>
  <w:style w:type="paragraph" w:customStyle="1" w:styleId="60C2E9EDF7604595BBADC55D64E9171A">
    <w:name w:val="60C2E9EDF7604595BBADC55D64E9171A"/>
  </w:style>
  <w:style w:type="paragraph" w:customStyle="1" w:styleId="8F793E561A83469F8B21413F04473381">
    <w:name w:val="8F793E561A83469F8B21413F04473381"/>
  </w:style>
  <w:style w:type="paragraph" w:customStyle="1" w:styleId="DB22D1BD58524651B1EB311125E8A192">
    <w:name w:val="DB22D1BD58524651B1EB311125E8A192"/>
  </w:style>
  <w:style w:type="paragraph" w:customStyle="1" w:styleId="9E211188D9344595A1A9A72F07DE092D">
    <w:name w:val="9E211188D9344595A1A9A72F07DE092D"/>
  </w:style>
  <w:style w:type="paragraph" w:customStyle="1" w:styleId="51D4B6571F324534991C16448839A55C">
    <w:name w:val="51D4B6571F324534991C16448839A55C"/>
  </w:style>
  <w:style w:type="paragraph" w:customStyle="1" w:styleId="6E2327A16EAA455DB5930BA06C7AA397">
    <w:name w:val="6E2327A16EAA455DB5930BA06C7AA397"/>
  </w:style>
  <w:style w:type="paragraph" w:customStyle="1" w:styleId="B07B660E5AE44D088F4388CD1C856BBA">
    <w:name w:val="B07B660E5AE44D088F4388CD1C856BBA"/>
  </w:style>
  <w:style w:type="paragraph" w:customStyle="1" w:styleId="C3863CAD46B4483A8FAFF64FEA9B6108">
    <w:name w:val="C3863CAD46B4483A8FAFF64FEA9B6108"/>
  </w:style>
  <w:style w:type="paragraph" w:customStyle="1" w:styleId="E7E7F3580107400B909E42F7F6DCE0AC">
    <w:name w:val="E7E7F3580107400B909E42F7F6DCE0AC"/>
  </w:style>
  <w:style w:type="paragraph" w:customStyle="1" w:styleId="B7B2BEC4B6D24770ABF4AAC0F1945AC8">
    <w:name w:val="B7B2BEC4B6D24770ABF4AAC0F1945AC8"/>
  </w:style>
  <w:style w:type="paragraph" w:customStyle="1" w:styleId="1610C599AD0A4EE6827DFC99B80A21A1">
    <w:name w:val="1610C599AD0A4EE6827DFC99B80A21A1"/>
  </w:style>
  <w:style w:type="paragraph" w:customStyle="1" w:styleId="7C9A85BAC8474471AE1C94FE4086A6BD">
    <w:name w:val="7C9A85BAC8474471AE1C94FE4086A6BD"/>
  </w:style>
  <w:style w:type="paragraph" w:customStyle="1" w:styleId="640E4EBCFE1E4C06BFF9C4B30FD659F7">
    <w:name w:val="640E4EBCFE1E4C06BFF9C4B30FD659F7"/>
  </w:style>
  <w:style w:type="paragraph" w:customStyle="1" w:styleId="077098B75D3C42D2A6FA615DD364B3E5">
    <w:name w:val="077098B75D3C42D2A6FA615DD364B3E5"/>
  </w:style>
  <w:style w:type="paragraph" w:customStyle="1" w:styleId="9475C21F22F9407E91DAB7C67C48CE48">
    <w:name w:val="9475C21F22F9407E91DAB7C67C48CE48"/>
  </w:style>
  <w:style w:type="paragraph" w:customStyle="1" w:styleId="CF7CB8DDFB3D4E1DBE926177741096B7">
    <w:name w:val="CF7CB8DDFB3D4E1DBE926177741096B7"/>
  </w:style>
  <w:style w:type="paragraph" w:customStyle="1" w:styleId="C098B61FC7C94AC0A11961D35CF1D939">
    <w:name w:val="C098B61FC7C94AC0A11961D35CF1D939"/>
  </w:style>
  <w:style w:type="paragraph" w:customStyle="1" w:styleId="1E5DBC2A2049432EAA4D3C6B7135E09E">
    <w:name w:val="1E5DBC2A2049432EAA4D3C6B7135E09E"/>
  </w:style>
  <w:style w:type="paragraph" w:customStyle="1" w:styleId="8A5915A1EB154149A8F692B6114224D2">
    <w:name w:val="8A5915A1EB154149A8F692B6114224D2"/>
  </w:style>
  <w:style w:type="paragraph" w:customStyle="1" w:styleId="793AF8265FEA409FABD40804DDC3F7DB">
    <w:name w:val="793AF8265FEA409FABD40804DDC3F7DB"/>
  </w:style>
  <w:style w:type="paragraph" w:customStyle="1" w:styleId="18B87A1DB89044FF9A5605CAE4D7C39C">
    <w:name w:val="18B87A1DB89044FF9A5605CAE4D7C39C"/>
  </w:style>
  <w:style w:type="paragraph" w:customStyle="1" w:styleId="1E74C60A3087401E9EEEE7CC1514B622">
    <w:name w:val="1E74C60A3087401E9EEEE7CC1514B622"/>
  </w:style>
  <w:style w:type="paragraph" w:customStyle="1" w:styleId="277768B9E64745F6A1BDEB5FF57F894A">
    <w:name w:val="277768B9E64745F6A1BDEB5FF57F894A"/>
  </w:style>
  <w:style w:type="paragraph" w:customStyle="1" w:styleId="AF0FB7A5C4E54B289B539020396C8889">
    <w:name w:val="AF0FB7A5C4E54B289B539020396C8889"/>
  </w:style>
  <w:style w:type="paragraph" w:customStyle="1" w:styleId="61D65183412041CEBAE9DA09A3046BCD">
    <w:name w:val="61D65183412041CEBAE9DA09A3046BCD"/>
  </w:style>
  <w:style w:type="paragraph" w:customStyle="1" w:styleId="5FFC22C4F903453EA38BF79DF2B9A8C5">
    <w:name w:val="5FFC22C4F903453EA38BF79DF2B9A8C5"/>
  </w:style>
  <w:style w:type="paragraph" w:customStyle="1" w:styleId="6F3C80D76A6543D78B21C4A64B759614">
    <w:name w:val="6F3C80D76A6543D78B21C4A64B759614"/>
  </w:style>
  <w:style w:type="paragraph" w:customStyle="1" w:styleId="9EC0DAB0260248B1B4CA617EB426D1BC">
    <w:name w:val="9EC0DAB0260248B1B4CA617EB426D1BC"/>
  </w:style>
  <w:style w:type="paragraph" w:customStyle="1" w:styleId="D3BE6E4AF1C7464B94C5765B51A96463">
    <w:name w:val="D3BE6E4AF1C7464B94C5765B51A96463"/>
  </w:style>
  <w:style w:type="paragraph" w:customStyle="1" w:styleId="4E3D01A5FF264500A7037F20EF5652FB">
    <w:name w:val="4E3D01A5FF264500A7037F20EF5652FB"/>
  </w:style>
  <w:style w:type="paragraph" w:customStyle="1" w:styleId="2D8495208494476D854DC4E37B8672E4">
    <w:name w:val="2D8495208494476D854DC4E37B8672E4"/>
  </w:style>
  <w:style w:type="paragraph" w:customStyle="1" w:styleId="E90305B631E84350AAF2D2C896E08F4C">
    <w:name w:val="E90305B631E84350AAF2D2C896E08F4C"/>
  </w:style>
  <w:style w:type="paragraph" w:customStyle="1" w:styleId="D4C62CE5F3F8477297B42C8E916D4E55">
    <w:name w:val="D4C62CE5F3F8477297B42C8E916D4E55"/>
  </w:style>
  <w:style w:type="paragraph" w:customStyle="1" w:styleId="74DC6649D7FD4D279EE90082F7D32F5D">
    <w:name w:val="74DC6649D7FD4D279EE90082F7D32F5D"/>
  </w:style>
  <w:style w:type="paragraph" w:customStyle="1" w:styleId="81696B984C2343A0A182CD6443CF278C">
    <w:name w:val="81696B984C2343A0A182CD6443CF278C"/>
  </w:style>
  <w:style w:type="paragraph" w:customStyle="1" w:styleId="7A63C406CBBF465DB182B34DC9371138">
    <w:name w:val="7A63C406CBBF465DB182B34DC9371138"/>
  </w:style>
  <w:style w:type="paragraph" w:customStyle="1" w:styleId="C2CEBD7573E14AD995979B67B3A79E38">
    <w:name w:val="C2CEBD7573E14AD995979B67B3A79E38"/>
  </w:style>
  <w:style w:type="paragraph" w:customStyle="1" w:styleId="49C467F3F8F14657A9849B1CD9DB9EBB">
    <w:name w:val="49C467F3F8F14657A9849B1CD9DB9EBB"/>
  </w:style>
  <w:style w:type="paragraph" w:customStyle="1" w:styleId="C9B2FCEFBF80407486C46D49932A9FB2">
    <w:name w:val="C9B2FCEFBF80407486C46D49932A9FB2"/>
  </w:style>
  <w:style w:type="paragraph" w:customStyle="1" w:styleId="7EEB798B7C8643F19513F04C1D6C60D7">
    <w:name w:val="7EEB798B7C8643F19513F04C1D6C60D7"/>
  </w:style>
  <w:style w:type="paragraph" w:customStyle="1" w:styleId="A87D8713FD8E4DF7B91B60E954BD1959">
    <w:name w:val="A87D8713FD8E4DF7B91B60E954BD1959"/>
  </w:style>
  <w:style w:type="paragraph" w:customStyle="1" w:styleId="88015473108548D395907F164AA84AC0">
    <w:name w:val="88015473108548D395907F164AA84AC0"/>
  </w:style>
  <w:style w:type="paragraph" w:customStyle="1" w:styleId="1D3828C053D647E3A8E69D3B35FB79DF">
    <w:name w:val="1D3828C053D647E3A8E69D3B35FB79DF"/>
  </w:style>
  <w:style w:type="paragraph" w:customStyle="1" w:styleId="42252E62F7964ACF9761E8915BD0A3E4">
    <w:name w:val="42252E62F7964ACF9761E8915BD0A3E4"/>
  </w:style>
  <w:style w:type="paragraph" w:customStyle="1" w:styleId="AB014032FDCD429AB49C59E6F55BA538">
    <w:name w:val="AB014032FDCD429AB49C59E6F55BA538"/>
  </w:style>
  <w:style w:type="paragraph" w:customStyle="1" w:styleId="E5C1497B2E044DB9942C5F2F0DFD7789">
    <w:name w:val="E5C1497B2E044DB9942C5F2F0DFD7789"/>
  </w:style>
  <w:style w:type="paragraph" w:customStyle="1" w:styleId="568E5065FDC64CDA835C8461427DF5CB">
    <w:name w:val="568E5065FDC64CDA835C8461427DF5CB"/>
  </w:style>
  <w:style w:type="paragraph" w:customStyle="1" w:styleId="81A43967164441518BF2BBFE6F67B7B5">
    <w:name w:val="81A43967164441518BF2BBFE6F67B7B5"/>
  </w:style>
  <w:style w:type="paragraph" w:customStyle="1" w:styleId="9276FFE0BE5C46C1B4F59DB52A01B418">
    <w:name w:val="9276FFE0BE5C46C1B4F59DB52A01B418"/>
  </w:style>
  <w:style w:type="paragraph" w:customStyle="1" w:styleId="79040AC3FC224765AD7945D54095777A">
    <w:name w:val="79040AC3FC224765AD7945D54095777A"/>
  </w:style>
  <w:style w:type="paragraph" w:customStyle="1" w:styleId="8F95EB38FCD2497F81D264EBCDCF4230">
    <w:name w:val="8F95EB38FCD2497F81D264EBCDCF4230"/>
  </w:style>
  <w:style w:type="paragraph" w:customStyle="1" w:styleId="77ABA0D6EF764057ADA516E16D1E2348">
    <w:name w:val="77ABA0D6EF764057ADA516E16D1E2348"/>
  </w:style>
  <w:style w:type="paragraph" w:customStyle="1" w:styleId="C1438E6EB2C446D3871C7D26BB91CDFE">
    <w:name w:val="C1438E6EB2C446D3871C7D26BB91CDFE"/>
  </w:style>
  <w:style w:type="paragraph" w:customStyle="1" w:styleId="EB50293F50B448FD9DADBF716895254B">
    <w:name w:val="EB50293F50B448FD9DADBF716895254B"/>
  </w:style>
  <w:style w:type="paragraph" w:customStyle="1" w:styleId="94D127B8ED9D4520B9094D01CB988FEB">
    <w:name w:val="94D127B8ED9D4520B9094D01CB988FEB"/>
  </w:style>
  <w:style w:type="paragraph" w:customStyle="1" w:styleId="D7194A97716C4742AF81E891006AB59B">
    <w:name w:val="D7194A97716C4742AF81E891006AB59B"/>
  </w:style>
  <w:style w:type="paragraph" w:customStyle="1" w:styleId="C64535F594A34276B9A8AB69C69B4670">
    <w:name w:val="C64535F594A34276B9A8AB69C69B4670"/>
  </w:style>
  <w:style w:type="paragraph" w:customStyle="1" w:styleId="89CF97BEDD2B4215B600D02852DF4D4E">
    <w:name w:val="89CF97BEDD2B4215B600D02852DF4D4E"/>
  </w:style>
  <w:style w:type="paragraph" w:customStyle="1" w:styleId="FF4FF512E44F4E918D0F1355F44D58BE">
    <w:name w:val="FF4FF512E44F4E918D0F1355F44D58BE"/>
  </w:style>
  <w:style w:type="paragraph" w:customStyle="1" w:styleId="07AD3686947244B7BBBB0BE304AD6774">
    <w:name w:val="07AD3686947244B7BBBB0BE304AD6774"/>
  </w:style>
  <w:style w:type="paragraph" w:customStyle="1" w:styleId="A9D093EADDAC479EB66830FA39C06979">
    <w:name w:val="A9D093EADDAC479EB66830FA39C06979"/>
  </w:style>
  <w:style w:type="paragraph" w:customStyle="1" w:styleId="C894DC4DA262407E8632F330B268B04A">
    <w:name w:val="C894DC4DA262407E8632F330B268B04A"/>
  </w:style>
  <w:style w:type="paragraph" w:customStyle="1" w:styleId="5F1426E2877C468A959AFFEF9CF316C2">
    <w:name w:val="5F1426E2877C468A959AFFEF9CF316C2"/>
  </w:style>
  <w:style w:type="paragraph" w:customStyle="1" w:styleId="1F91C4E0F2804FEE8A49278374D09C0B">
    <w:name w:val="1F91C4E0F2804FEE8A49278374D09C0B"/>
  </w:style>
  <w:style w:type="paragraph" w:customStyle="1" w:styleId="C116C9B1A9574C24901637E99050906C">
    <w:name w:val="C116C9B1A9574C24901637E99050906C"/>
  </w:style>
  <w:style w:type="paragraph" w:customStyle="1" w:styleId="7C35DEB751CB4A22BD66158F5973BAFE">
    <w:name w:val="7C35DEB751CB4A22BD66158F5973BAFE"/>
  </w:style>
  <w:style w:type="paragraph" w:customStyle="1" w:styleId="4DBAC5A16C814E5B9B74AD30F20B2D24">
    <w:name w:val="4DBAC5A16C814E5B9B74AD30F20B2D24"/>
  </w:style>
  <w:style w:type="paragraph" w:customStyle="1" w:styleId="3830DC7022564E0594DE3494A7031856">
    <w:name w:val="3830DC7022564E0594DE3494A7031856"/>
  </w:style>
  <w:style w:type="paragraph" w:customStyle="1" w:styleId="374424994F4F46929B416EFB221FBBFF">
    <w:name w:val="374424994F4F46929B416EFB221FBBFF"/>
  </w:style>
  <w:style w:type="paragraph" w:customStyle="1" w:styleId="18892A7AC25B40AF98E85D9526587390">
    <w:name w:val="18892A7AC25B40AF98E85D9526587390"/>
  </w:style>
  <w:style w:type="paragraph" w:customStyle="1" w:styleId="DBECF15885094212AA72469319D6B2EC">
    <w:name w:val="DBECF15885094212AA72469319D6B2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Sports Contact List">
      <a:majorFont>
        <a:latin typeface="Impact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31d92cf942c19623f8ea37c5ae89e9e4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5ae4c53a902569674f13d354e575c07c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5F9C5A-69B3-4A36-8CD0-9BB6EF563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882AC8-FF8D-406E-8AE1-43325EC0E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41280B-2C43-40E3-8EF1-DA2A246192CE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Roster Template.dotx</Template>
  <TotalTime>3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SUMBER REJEKI</dc:creator>
  <cp:lastModifiedBy>user39</cp:lastModifiedBy>
  <cp:revision>4</cp:revision>
  <dcterms:created xsi:type="dcterms:W3CDTF">2021-11-04T05:38:00Z</dcterms:created>
  <dcterms:modified xsi:type="dcterms:W3CDTF">2021-11-04T05:46:00Z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